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E7BBAD" w14:textId="77777777" w:rsidR="00282680" w:rsidRPr="00A53323" w:rsidRDefault="00901D5D" w:rsidP="00064547">
      <w:pPr>
        <w:pStyle w:val="Titel-Headline"/>
        <w:rPr>
          <w:color w:val="003865"/>
        </w:rPr>
      </w:pPr>
      <w:r w:rsidRPr="00A53323">
        <w:rPr>
          <w:color w:val="003865"/>
        </w:rPr>
        <w:t>Press</w:t>
      </w:r>
      <w:r w:rsidR="00517E66" w:rsidRPr="00A53323">
        <w:rPr>
          <w:color w:val="003865"/>
        </w:rPr>
        <w:t xml:space="preserve"> r</w:t>
      </w:r>
      <w:r w:rsidR="00755FC1" w:rsidRPr="00A53323">
        <w:rPr>
          <w:color w:val="003865"/>
        </w:rPr>
        <w:t>elease</w:t>
      </w:r>
    </w:p>
    <w:bookmarkStart w:id="0" w:name="Untertitel"/>
    <w:p w14:paraId="3D1796F7" w14:textId="77777777" w:rsidR="00CE71C0" w:rsidRDefault="00CE71C0" w:rsidP="00064547">
      <w:pPr>
        <w:pStyle w:val="Linie"/>
      </w:pPr>
      <w:r w:rsidRPr="00335617">
        <w:rPr>
          <w:noProof/>
          <w:lang w:eastAsia="de-DE"/>
        </w:rPr>
        <mc:AlternateContent>
          <mc:Choice Requires="wps">
            <w:drawing>
              <wp:inline distT="0" distB="0" distL="0" distR="0" wp14:anchorId="245EAB40" wp14:editId="5EDC8DB1">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6E8653D"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p w14:paraId="4D0767A2" w14:textId="77777777" w:rsidR="007C0C38" w:rsidRPr="00755FC1" w:rsidRDefault="00894418" w:rsidP="00064547">
      <w:pPr>
        <w:pStyle w:val="Dachzeile"/>
        <w:rPr>
          <w:lang w:val="en-US"/>
        </w:rPr>
      </w:pPr>
      <w:r>
        <w:rPr>
          <w:lang w:val="en-US"/>
        </w:rPr>
        <w:t xml:space="preserve">New functionality of APS </w:t>
      </w:r>
      <w:r w:rsidR="000E1570">
        <w:rPr>
          <w:lang w:val="en-US"/>
        </w:rPr>
        <w:t>for integration and planning of batch production</w:t>
      </w:r>
    </w:p>
    <w:p w14:paraId="301F8CE4" w14:textId="77777777" w:rsidR="00A624FA" w:rsidRPr="00A53323" w:rsidRDefault="00BC6CB2" w:rsidP="00064547">
      <w:pPr>
        <w:pStyle w:val="Titel-Subline"/>
        <w:rPr>
          <w:color w:val="003865"/>
          <w:lang w:val="en-US"/>
        </w:rPr>
      </w:pPr>
      <w:bookmarkStart w:id="1" w:name="_Hlk19611472"/>
      <w:bookmarkStart w:id="2" w:name="_GoBack"/>
      <w:bookmarkEnd w:id="0"/>
      <w:r>
        <w:rPr>
          <w:color w:val="003865"/>
          <w:lang w:val="en-US"/>
        </w:rPr>
        <w:t xml:space="preserve">iTAC.MES.Suite includes </w:t>
      </w:r>
      <w:r w:rsidR="00C42C9D">
        <w:rPr>
          <w:color w:val="003865"/>
          <w:lang w:val="en-US"/>
        </w:rPr>
        <w:t>enhanced APS</w:t>
      </w:r>
      <w:r>
        <w:rPr>
          <w:color w:val="003865"/>
          <w:lang w:val="en-US"/>
        </w:rPr>
        <w:t xml:space="preserve"> service for detailed production planning</w:t>
      </w:r>
    </w:p>
    <w:bookmarkEnd w:id="1"/>
    <w:bookmarkEnd w:id="2"/>
    <w:p w14:paraId="456CD4E7" w14:textId="77777777" w:rsidR="000E1570" w:rsidRPr="000E1570" w:rsidRDefault="000E1570" w:rsidP="000E1570">
      <w:pPr>
        <w:pStyle w:val="Flietext"/>
        <w:spacing w:after="240"/>
        <w:rPr>
          <w:rStyle w:val="Fettung"/>
          <w:lang w:val="en-US"/>
        </w:rPr>
      </w:pPr>
      <w:r>
        <w:rPr>
          <w:rStyle w:val="Fettung"/>
          <w:lang w:val="en-US"/>
        </w:rPr>
        <w:t>Montabaur</w:t>
      </w:r>
      <w:r w:rsidR="00755FC1" w:rsidRPr="001C4680">
        <w:rPr>
          <w:rStyle w:val="Fettung"/>
          <w:lang w:val="en-US"/>
        </w:rPr>
        <w:t xml:space="preserve">, </w:t>
      </w:r>
      <w:r w:rsidR="00E81C19">
        <w:rPr>
          <w:rStyle w:val="Fettung"/>
          <w:lang w:val="en-US"/>
        </w:rPr>
        <w:t>18</w:t>
      </w:r>
      <w:r>
        <w:rPr>
          <w:rStyle w:val="Fettung"/>
          <w:lang w:val="en-US"/>
        </w:rPr>
        <w:t xml:space="preserve"> September 2019</w:t>
      </w:r>
      <w:r w:rsidR="00755FC1" w:rsidRPr="001C4680">
        <w:rPr>
          <w:rStyle w:val="Fettung"/>
          <w:lang w:val="en-US"/>
        </w:rPr>
        <w:t xml:space="preserve"> – </w:t>
      </w:r>
      <w:r w:rsidRPr="000E1570">
        <w:rPr>
          <w:rStyle w:val="Fettung"/>
          <w:lang w:val="en-US"/>
        </w:rPr>
        <w:t>Efficient MES-based manufacturing also includes detailed order planning. Therefore, the iTAC.MES.Suite from iTAC Software A</w:t>
      </w:r>
      <w:r w:rsidRPr="00E81C19">
        <w:rPr>
          <w:rStyle w:val="Fettung"/>
          <w:lang w:val="en-US"/>
        </w:rPr>
        <w:t xml:space="preserve">G </w:t>
      </w:r>
      <w:r w:rsidRPr="00E81C19">
        <w:rPr>
          <w:rStyle w:val="Fettung"/>
          <w:b w:val="0"/>
          <w:bCs/>
          <w:lang w:val="en-US"/>
        </w:rPr>
        <w:t>(</w:t>
      </w:r>
      <w:hyperlink r:id="rId8" w:history="1">
        <w:r w:rsidRPr="00DB7103">
          <w:rPr>
            <w:rStyle w:val="Hyperlink"/>
            <w:b/>
            <w:bCs/>
            <w:spacing w:val="-2"/>
            <w:w w:val="101"/>
            <w:lang w:val="en-US"/>
          </w:rPr>
          <w:t>www.itacsoftware.com</w:t>
        </w:r>
      </w:hyperlink>
      <w:r w:rsidRPr="000E1570">
        <w:rPr>
          <w:rStyle w:val="Fettung"/>
          <w:lang w:val="en-US"/>
        </w:rPr>
        <w:t xml:space="preserve">) has already integrated the Advanced Planning and Scheduling (APS) service GANTTPLAN for several years. The new release 9.20.00 of the Manufacturing Execution System iTAC.MES.Suite includes innovations and extensions to the APS. </w:t>
      </w:r>
      <w:r w:rsidR="00C42C9D">
        <w:rPr>
          <w:rStyle w:val="Fettung"/>
          <w:lang w:val="en-US"/>
        </w:rPr>
        <w:t xml:space="preserve">From now on, </w:t>
      </w:r>
      <w:r w:rsidRPr="000E1570">
        <w:rPr>
          <w:rStyle w:val="Fettung"/>
          <w:lang w:val="en-US"/>
        </w:rPr>
        <w:t>the service will enable the integration and planning of batch production based on the manufacturing version as well as the creation of order lots and the splitting of manufacturing orders.</w:t>
      </w:r>
    </w:p>
    <w:p w14:paraId="7B308618" w14:textId="77777777" w:rsidR="00F66A50" w:rsidRDefault="00F66A50" w:rsidP="0026127D">
      <w:pPr>
        <w:pStyle w:val="Flietext"/>
        <w:rPr>
          <w:lang w:val="en-US"/>
        </w:rPr>
      </w:pPr>
      <w:r w:rsidRPr="00F66A50">
        <w:rPr>
          <w:lang w:val="en-US"/>
        </w:rPr>
        <w:t xml:space="preserve">iTAC's MES and IIoT solutions support transparent, automated production processes. The Manufacturing Execution System iTAC.MES.Suite includes various services for networking, automation and analysis of production processes. The </w:t>
      </w:r>
      <w:r>
        <w:rPr>
          <w:lang w:val="en-US"/>
        </w:rPr>
        <w:t>Advanced Planning and Scheduling (</w:t>
      </w:r>
      <w:r w:rsidRPr="00F66A50">
        <w:rPr>
          <w:lang w:val="en-US"/>
        </w:rPr>
        <w:t>APS</w:t>
      </w:r>
      <w:r>
        <w:rPr>
          <w:lang w:val="en-US"/>
        </w:rPr>
        <w:t>)</w:t>
      </w:r>
      <w:r w:rsidRPr="00F66A50">
        <w:rPr>
          <w:lang w:val="en-US"/>
        </w:rPr>
        <w:t xml:space="preserve"> service for detailed order planning is one of the core elements of the system. </w:t>
      </w:r>
    </w:p>
    <w:p w14:paraId="0F95414E" w14:textId="77777777" w:rsidR="00F66A50" w:rsidRDefault="00F66A50" w:rsidP="0026127D">
      <w:pPr>
        <w:pStyle w:val="Flietext"/>
        <w:rPr>
          <w:lang w:val="en-US"/>
        </w:rPr>
      </w:pPr>
    </w:p>
    <w:p w14:paraId="6BF7071A" w14:textId="77777777" w:rsidR="0026127D" w:rsidRPr="00755FC1" w:rsidRDefault="00F66A50" w:rsidP="0026127D">
      <w:pPr>
        <w:pStyle w:val="Flietext"/>
        <w:rPr>
          <w:rStyle w:val="Fettung"/>
          <w:lang w:val="en-US"/>
        </w:rPr>
      </w:pPr>
      <w:r>
        <w:rPr>
          <w:rStyle w:val="Fettung"/>
          <w:lang w:val="en-US"/>
        </w:rPr>
        <w:t>Improved planning and calculating of batch productions</w:t>
      </w:r>
    </w:p>
    <w:p w14:paraId="7ED8725E" w14:textId="77777777" w:rsidR="00F66A50" w:rsidRDefault="00F66A50" w:rsidP="005D5CD4">
      <w:pPr>
        <w:pStyle w:val="Flietext"/>
        <w:rPr>
          <w:lang w:val="en-US"/>
        </w:rPr>
      </w:pPr>
      <w:r w:rsidRPr="00F66A50">
        <w:rPr>
          <w:lang w:val="en-US"/>
        </w:rPr>
        <w:t xml:space="preserve">A significant extension to the APS function, which is available with Release 9.20.00 of the iTAC.MES.Suite, aims to improve the planning of </w:t>
      </w:r>
      <w:r w:rsidR="00C42C9D">
        <w:rPr>
          <w:lang w:val="en-US"/>
        </w:rPr>
        <w:t>batch</w:t>
      </w:r>
      <w:r w:rsidRPr="00F66A50">
        <w:rPr>
          <w:lang w:val="en-US"/>
        </w:rPr>
        <w:t xml:space="preserve"> production. This makes it possible to integrate and plan serial manufacturing </w:t>
      </w:r>
      <w:r w:rsidR="00C42C9D" w:rsidRPr="00F66A50">
        <w:rPr>
          <w:lang w:val="en-US"/>
        </w:rPr>
        <w:t>based on</w:t>
      </w:r>
      <w:r w:rsidRPr="00F66A50">
        <w:rPr>
          <w:lang w:val="en-US"/>
        </w:rPr>
        <w:t xml:space="preserve"> the respective production version. </w:t>
      </w:r>
    </w:p>
    <w:p w14:paraId="50A87F27" w14:textId="77777777" w:rsidR="00DD124F" w:rsidRDefault="00DD124F" w:rsidP="00DD124F">
      <w:pPr>
        <w:pStyle w:val="Flietext"/>
        <w:rPr>
          <w:lang w:val="en-US"/>
        </w:rPr>
      </w:pPr>
      <w:r w:rsidRPr="00DD124F">
        <w:rPr>
          <w:lang w:val="en-US"/>
        </w:rPr>
        <w:lastRenderedPageBreak/>
        <w:t>A production version represents the combination of a routing with a bill of material</w:t>
      </w:r>
      <w:r w:rsidR="00C42C9D">
        <w:rPr>
          <w:lang w:val="en-US"/>
        </w:rPr>
        <w:t xml:space="preserve"> (BOM)</w:t>
      </w:r>
      <w:r w:rsidRPr="00DD124F">
        <w:rPr>
          <w:lang w:val="en-US"/>
        </w:rPr>
        <w:t xml:space="preserve">. This determines how a material is manufactured and which material quantities are required. Two production versions for the same material can differ in the routing, in the BOM, or in both the routing and the BOM. Each production version has a validity period that is derived from the two data sets 'Valid from' and 'Valid </w:t>
      </w:r>
      <w:r w:rsidR="00C42C9D">
        <w:rPr>
          <w:lang w:val="en-US"/>
        </w:rPr>
        <w:t>until</w:t>
      </w:r>
      <w:r w:rsidRPr="00DD124F">
        <w:rPr>
          <w:lang w:val="en-US"/>
        </w:rPr>
        <w:t>'. For each combination of routing and BOM, there is a component assignment for which the operations in the routing require the materials.</w:t>
      </w:r>
    </w:p>
    <w:p w14:paraId="6B22D082" w14:textId="77777777" w:rsidR="00DD124F" w:rsidRDefault="00DD124F" w:rsidP="00DD124F">
      <w:pPr>
        <w:pStyle w:val="Flietext"/>
        <w:rPr>
          <w:lang w:val="en-US"/>
        </w:rPr>
      </w:pPr>
    </w:p>
    <w:p w14:paraId="31A60729" w14:textId="77777777" w:rsidR="00DD124F" w:rsidRDefault="00DD124F" w:rsidP="00DD124F">
      <w:pPr>
        <w:pStyle w:val="Flietext"/>
        <w:rPr>
          <w:lang w:val="en-US"/>
        </w:rPr>
      </w:pPr>
      <w:r w:rsidRPr="00DD124F">
        <w:rPr>
          <w:lang w:val="en-US"/>
        </w:rPr>
        <w:t xml:space="preserve">"The APS service has been enhanced so that the available valid production versions for the respective material are </w:t>
      </w:r>
      <w:r w:rsidR="002F6B94" w:rsidRPr="00DD124F">
        <w:rPr>
          <w:lang w:val="en-US"/>
        </w:rPr>
        <w:t>considered</w:t>
      </w:r>
      <w:r w:rsidRPr="00DD124F">
        <w:rPr>
          <w:lang w:val="en-US"/>
        </w:rPr>
        <w:t xml:space="preserve"> when scheduling an order. From now on, the APS service will select the production version so that the order is scheduled according to the target function at the lowest possible cost. Only valid and released production versions are transferred from the ERP system to the MES and GANTTPLAN. This ensures an </w:t>
      </w:r>
      <w:r w:rsidR="002F6B94">
        <w:rPr>
          <w:lang w:val="en-US"/>
        </w:rPr>
        <w:t>exceptionally</w:t>
      </w:r>
      <w:r w:rsidRPr="00DD124F">
        <w:rPr>
          <w:lang w:val="en-US"/>
        </w:rPr>
        <w:t xml:space="preserve"> efficient planning process," explains Andreas Zerfas, Vice President Product Management at iTAC Software AG. </w:t>
      </w:r>
    </w:p>
    <w:p w14:paraId="496D7427" w14:textId="77777777" w:rsidR="00DD124F" w:rsidRDefault="00DD124F" w:rsidP="00DD124F">
      <w:pPr>
        <w:pStyle w:val="Flietext"/>
        <w:rPr>
          <w:lang w:val="en-US"/>
        </w:rPr>
      </w:pPr>
    </w:p>
    <w:p w14:paraId="070DE838" w14:textId="77777777" w:rsidR="00DD124F" w:rsidRPr="00DD124F" w:rsidRDefault="00DD124F" w:rsidP="00DD124F">
      <w:pPr>
        <w:pStyle w:val="Flietext"/>
        <w:rPr>
          <w:b/>
          <w:bCs/>
          <w:lang w:val="en-US"/>
        </w:rPr>
      </w:pPr>
      <w:r w:rsidRPr="00DD124F">
        <w:rPr>
          <w:b/>
          <w:bCs/>
          <w:lang w:val="en-US"/>
        </w:rPr>
        <w:t xml:space="preserve">Splitting of work orders </w:t>
      </w:r>
    </w:p>
    <w:p w14:paraId="3B925CF9" w14:textId="77777777" w:rsidR="00DD124F" w:rsidRPr="00DD124F" w:rsidRDefault="00DD124F" w:rsidP="00DD124F">
      <w:pPr>
        <w:pStyle w:val="Flietext"/>
        <w:rPr>
          <w:lang w:val="en-US"/>
        </w:rPr>
      </w:pPr>
      <w:r w:rsidRPr="00DD124F">
        <w:rPr>
          <w:lang w:val="en-US"/>
        </w:rPr>
        <w:t>A further addition to the APS is the creation of order lots and the splitting of work orders. With this new function, it is possible to dispatch production orders for which the material requirements are not completely covered proportionally. A partially covered order is split so that a new order lot is created and planned for the covered portion. The remaining quantity remains in the original order and can</w:t>
      </w:r>
      <w:r w:rsidR="002F6B94">
        <w:rPr>
          <w:lang w:val="en-US"/>
        </w:rPr>
        <w:t xml:space="preserve"> only be dispatched once the material</w:t>
      </w:r>
      <w:r w:rsidRPr="00DD124F">
        <w:rPr>
          <w:lang w:val="en-US"/>
        </w:rPr>
        <w:t xml:space="preserve"> shortage has been eliminated. </w:t>
      </w:r>
      <w:r w:rsidR="002F6B94">
        <w:rPr>
          <w:lang w:val="en-US"/>
        </w:rPr>
        <w:t>O</w:t>
      </w:r>
      <w:r w:rsidRPr="00DD124F">
        <w:rPr>
          <w:lang w:val="en-US"/>
        </w:rPr>
        <w:t xml:space="preserve">rder lots </w:t>
      </w:r>
      <w:r w:rsidR="002F6B94">
        <w:rPr>
          <w:lang w:val="en-US"/>
        </w:rPr>
        <w:t xml:space="preserve">can be generated </w:t>
      </w:r>
      <w:r w:rsidRPr="00DD124F">
        <w:rPr>
          <w:lang w:val="en-US"/>
        </w:rPr>
        <w:t xml:space="preserve">from the </w:t>
      </w:r>
      <w:r w:rsidR="002F6B94">
        <w:rPr>
          <w:lang w:val="en-US"/>
        </w:rPr>
        <w:t>dispatch</w:t>
      </w:r>
      <w:r w:rsidRPr="00DD124F">
        <w:rPr>
          <w:lang w:val="en-US"/>
        </w:rPr>
        <w:t xml:space="preserve"> control station. This expansion of the APS offers significantly greater flexibility for dispatchers and enables detailed planning according to requirements.</w:t>
      </w:r>
    </w:p>
    <w:p w14:paraId="790591DF" w14:textId="77777777" w:rsidR="00EB2996" w:rsidRPr="00755FC1" w:rsidRDefault="00EB2996" w:rsidP="00D9165E">
      <w:pPr>
        <w:pStyle w:val="Flietext"/>
        <w:rPr>
          <w:lang w:val="en-US"/>
        </w:rPr>
      </w:pPr>
      <w:r w:rsidRPr="00755FC1">
        <w:rPr>
          <w:lang w:val="en-US"/>
        </w:rPr>
        <w:br w:type="page"/>
      </w:r>
    </w:p>
    <w:p w14:paraId="65BA1AE9" w14:textId="77777777" w:rsidR="00EB2996" w:rsidRDefault="004B2109" w:rsidP="00D9165E">
      <w:pPr>
        <w:pStyle w:val="Flietext"/>
      </w:pPr>
      <w:r>
        <w:rPr>
          <w:noProof/>
        </w:rPr>
        <w:lastRenderedPageBreak/>
        <w:drawing>
          <wp:inline distT="0" distB="0" distL="0" distR="0" wp14:anchorId="4E34982A" wp14:editId="52BE6D6E">
            <wp:extent cx="4928235" cy="2723515"/>
            <wp:effectExtent l="0" t="0" r="5715" b="635"/>
            <wp:docPr id="1" name="Grafik 1" descr="Ein Bild, das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tac-aps-screen.jpg"/>
                    <pic:cNvPicPr/>
                  </pic:nvPicPr>
                  <pic:blipFill>
                    <a:blip r:embed="rId9"/>
                    <a:stretch>
                      <a:fillRect/>
                    </a:stretch>
                  </pic:blipFill>
                  <pic:spPr>
                    <a:xfrm>
                      <a:off x="0" y="0"/>
                      <a:ext cx="4928235" cy="2723515"/>
                    </a:xfrm>
                    <a:prstGeom prst="rect">
                      <a:avLst/>
                    </a:prstGeom>
                  </pic:spPr>
                </pic:pic>
              </a:graphicData>
            </a:graphic>
          </wp:inline>
        </w:drawing>
      </w:r>
    </w:p>
    <w:p w14:paraId="2FA74313" w14:textId="77777777" w:rsidR="004F65B3" w:rsidRPr="004B2109" w:rsidRDefault="004B2109" w:rsidP="00476746">
      <w:pPr>
        <w:pStyle w:val="Abbildung"/>
        <w:rPr>
          <w:b/>
          <w:bCs/>
          <w:sz w:val="18"/>
          <w:szCs w:val="26"/>
          <w:lang w:val="en-US"/>
        </w:rPr>
      </w:pPr>
      <w:r w:rsidRPr="004B2109">
        <w:rPr>
          <w:b/>
          <w:bCs/>
          <w:sz w:val="18"/>
          <w:szCs w:val="26"/>
          <w:lang w:val="en-US"/>
        </w:rPr>
        <w:t>iTAC.MES.Suite includes enhanced APS service for detailed production planning</w:t>
      </w:r>
    </w:p>
    <w:p w14:paraId="3EC4EEFE" w14:textId="77777777" w:rsidR="004F65B3" w:rsidRPr="00755FC1" w:rsidRDefault="004F65B3" w:rsidP="00037BB3">
      <w:pPr>
        <w:pStyle w:val="Flietext"/>
        <w:rPr>
          <w:lang w:val="en-US"/>
        </w:rPr>
      </w:pPr>
      <w:r w:rsidRPr="00755FC1">
        <w:rPr>
          <w:lang w:val="en-US"/>
        </w:rPr>
        <w:br w:type="page"/>
      </w:r>
    </w:p>
    <w:p w14:paraId="24115DDE" w14:textId="77777777" w:rsidR="005B5322" w:rsidRPr="005B5322" w:rsidRDefault="005B5322" w:rsidP="00C42C9D">
      <w:pPr>
        <w:spacing w:line="240" w:lineRule="atLeast"/>
        <w:outlineLvl w:val="0"/>
        <w:rPr>
          <w:rFonts w:ascii="Arial" w:hAnsi="Arial"/>
          <w:b/>
          <w:bCs/>
          <w:sz w:val="18"/>
          <w:szCs w:val="18"/>
          <w:lang w:val="en-US"/>
        </w:rPr>
      </w:pPr>
      <w:r w:rsidRPr="005B5322">
        <w:rPr>
          <w:rFonts w:ascii="Arial" w:hAnsi="Arial"/>
          <w:b/>
          <w:bCs/>
          <w:sz w:val="18"/>
          <w:szCs w:val="18"/>
          <w:lang w:val="en-US"/>
        </w:rPr>
        <w:lastRenderedPageBreak/>
        <w:t>Short profile</w:t>
      </w:r>
    </w:p>
    <w:p w14:paraId="494ACE16" w14:textId="77777777" w:rsidR="004B2109" w:rsidRDefault="009A4CB5" w:rsidP="00C42C9D">
      <w:pPr>
        <w:spacing w:line="240" w:lineRule="atLeast"/>
        <w:outlineLvl w:val="0"/>
        <w:rPr>
          <w:rFonts w:ascii="Arial" w:hAnsi="Arial"/>
          <w:sz w:val="18"/>
          <w:szCs w:val="18"/>
          <w:lang w:val="en-US"/>
        </w:rPr>
      </w:pPr>
      <w:r w:rsidRPr="00BA230F">
        <w:rPr>
          <w:rFonts w:ascii="Arial" w:hAnsi="Arial"/>
          <w:sz w:val="18"/>
          <w:szCs w:val="18"/>
          <w:lang w:val="en-US"/>
        </w:rPr>
        <w:t>iTAC Software AG, an independent company of the Dürr mechanical and plant engineering group, provides internet-enabled information and communication technologies for the manufacturing industry. Founded in 1998, the company is one of the leading MES providers in Germany. The iTAC.MES.Suite is a cloud-based Manufacturing Execution System that is used worldwide by companies in different industry sectors such as automotive manufacturers and suppliers, electronics/EMS/TC, medical technology, metal processing and energy. Additional services and solutions enable the implementation of Industry 4.0 and IoT requirements. ITAC’s philosophy is connecting people, data and systems.</w:t>
      </w:r>
    </w:p>
    <w:p w14:paraId="55D103EC" w14:textId="77777777" w:rsidR="004B2109" w:rsidRDefault="004B2109" w:rsidP="00C42C9D">
      <w:pPr>
        <w:spacing w:line="240" w:lineRule="atLeast"/>
        <w:outlineLvl w:val="0"/>
        <w:rPr>
          <w:rFonts w:ascii="Arial" w:hAnsi="Arial"/>
          <w:sz w:val="18"/>
          <w:szCs w:val="18"/>
          <w:lang w:val="en-US"/>
        </w:rPr>
      </w:pPr>
    </w:p>
    <w:p w14:paraId="4E905E15" w14:textId="77777777" w:rsidR="009A4CB5" w:rsidRDefault="009A4CB5" w:rsidP="00C42C9D">
      <w:pPr>
        <w:spacing w:line="240" w:lineRule="atLeast"/>
        <w:outlineLvl w:val="0"/>
        <w:rPr>
          <w:rFonts w:ascii="Arial" w:hAnsi="Arial"/>
          <w:sz w:val="18"/>
          <w:szCs w:val="18"/>
          <w:lang w:val="en-US"/>
        </w:rPr>
      </w:pPr>
      <w:r w:rsidRPr="00BA230F">
        <w:rPr>
          <w:rFonts w:ascii="Arial" w:hAnsi="Arial"/>
          <w:sz w:val="18"/>
          <w:szCs w:val="18"/>
          <w:lang w:val="en-US"/>
        </w:rPr>
        <w:t>The Dürr Group is one of the world's leading mechanical and plant engineering firms. Products, systems and services offered by Dürr enable highly efficient manufacturing processes in different industries. Business with automobile manufacturers and their suppliers accounts for approximately 60% of Dürr's sales. Other market segments include, for example, the mechanical engineering, chemical and pharmaceutical industries and the woodworking industry.</w:t>
      </w:r>
    </w:p>
    <w:p w14:paraId="1376344F" w14:textId="77777777" w:rsidR="00C42C9D" w:rsidRDefault="00C42C9D" w:rsidP="00C42C9D">
      <w:pPr>
        <w:spacing w:line="240" w:lineRule="atLeast"/>
        <w:outlineLvl w:val="0"/>
        <w:rPr>
          <w:rFonts w:ascii="Arial" w:hAnsi="Arial"/>
          <w:sz w:val="18"/>
          <w:szCs w:val="18"/>
          <w:lang w:val="en-US"/>
        </w:rPr>
      </w:pPr>
    </w:p>
    <w:p w14:paraId="38C164A9" w14:textId="77777777" w:rsidR="00C42C9D" w:rsidRDefault="00C42C9D" w:rsidP="00C42C9D">
      <w:pPr>
        <w:spacing w:line="240" w:lineRule="atLeast"/>
        <w:outlineLvl w:val="0"/>
        <w:rPr>
          <w:rFonts w:ascii="Arial" w:hAnsi="Arial"/>
          <w:sz w:val="18"/>
          <w:szCs w:val="18"/>
          <w:lang w:val="en-US"/>
        </w:rPr>
      </w:pPr>
    </w:p>
    <w:p w14:paraId="6E3F7671" w14:textId="77777777" w:rsidR="00C42C9D" w:rsidRDefault="00C42C9D" w:rsidP="00C42C9D">
      <w:pPr>
        <w:spacing w:line="240" w:lineRule="atLeast"/>
        <w:outlineLvl w:val="0"/>
        <w:rPr>
          <w:rFonts w:ascii="Arial" w:hAnsi="Arial"/>
          <w:sz w:val="18"/>
          <w:szCs w:val="18"/>
          <w:lang w:val="en-US"/>
        </w:rPr>
      </w:pPr>
    </w:p>
    <w:p w14:paraId="13AFBF18" w14:textId="77777777" w:rsidR="00755FC1" w:rsidRPr="001C4680" w:rsidRDefault="00755FC1" w:rsidP="00755FC1">
      <w:pPr>
        <w:spacing w:line="280" w:lineRule="atLeast"/>
        <w:rPr>
          <w:rStyle w:val="Fettung"/>
          <w:lang w:val="en-US"/>
        </w:rPr>
      </w:pPr>
      <w:r w:rsidRPr="001C4680">
        <w:rPr>
          <w:rStyle w:val="Fettung"/>
          <w:lang w:val="en-US"/>
        </w:rPr>
        <w:t>Contact</w:t>
      </w:r>
    </w:p>
    <w:p w14:paraId="5842C0E0" w14:textId="77777777" w:rsidR="009A4CB5" w:rsidRPr="002A12C8" w:rsidRDefault="009A4CB5" w:rsidP="00DB7103">
      <w:pPr>
        <w:spacing w:line="280" w:lineRule="atLeast"/>
        <w:rPr>
          <w:lang w:val="en-US"/>
        </w:rPr>
      </w:pPr>
      <w:r w:rsidRPr="002A12C8">
        <w:rPr>
          <w:lang w:val="en-US"/>
        </w:rPr>
        <w:t>iTAC Software AG</w:t>
      </w:r>
    </w:p>
    <w:p w14:paraId="13EE4451" w14:textId="77777777" w:rsidR="00755FC1" w:rsidRPr="001C4680" w:rsidRDefault="00755FC1" w:rsidP="00DB7103">
      <w:pPr>
        <w:spacing w:line="280" w:lineRule="atLeast"/>
        <w:rPr>
          <w:lang w:val="en-US"/>
        </w:rPr>
      </w:pPr>
      <w:r w:rsidRPr="001C4680">
        <w:rPr>
          <w:lang w:val="en-US"/>
        </w:rPr>
        <w:t>M</w:t>
      </w:r>
      <w:r w:rsidR="009A4CB5">
        <w:rPr>
          <w:lang w:val="en-US"/>
        </w:rPr>
        <w:t>ichael Fischer</w:t>
      </w:r>
    </w:p>
    <w:p w14:paraId="36BFA354" w14:textId="77777777" w:rsidR="00755FC1" w:rsidRPr="001C4680" w:rsidRDefault="009A4CB5" w:rsidP="00DB7103">
      <w:pPr>
        <w:spacing w:line="280" w:lineRule="atLeast"/>
        <w:rPr>
          <w:lang w:val="en-US"/>
        </w:rPr>
      </w:pPr>
      <w:r>
        <w:rPr>
          <w:lang w:val="en-US"/>
        </w:rPr>
        <w:t>Product Marketing</w:t>
      </w:r>
    </w:p>
    <w:p w14:paraId="70E9A76D" w14:textId="77777777" w:rsidR="00755FC1" w:rsidRPr="001C4680" w:rsidRDefault="00755FC1" w:rsidP="00DB7103">
      <w:pPr>
        <w:spacing w:line="280" w:lineRule="atLeast"/>
        <w:rPr>
          <w:lang w:val="en-US"/>
        </w:rPr>
      </w:pPr>
      <w:r w:rsidRPr="001C4680">
        <w:rPr>
          <w:lang w:val="en-US"/>
        </w:rPr>
        <w:t xml:space="preserve">Phone +49 </w:t>
      </w:r>
      <w:r w:rsidR="009A4CB5">
        <w:rPr>
          <w:lang w:val="en-US"/>
        </w:rPr>
        <w:t>2602 1065 217</w:t>
      </w:r>
    </w:p>
    <w:p w14:paraId="4EC8FF9A" w14:textId="77777777" w:rsidR="00C42C9D" w:rsidRPr="004B2109" w:rsidRDefault="00C42C9D" w:rsidP="00DB7103">
      <w:pPr>
        <w:spacing w:line="280" w:lineRule="atLeast"/>
        <w:rPr>
          <w:lang w:val="en-US"/>
        </w:rPr>
      </w:pPr>
      <w:r w:rsidRPr="004B2109">
        <w:rPr>
          <w:lang w:val="en-US"/>
        </w:rPr>
        <w:t>E-Mail: michael.fischer@itacsoftware.com</w:t>
      </w:r>
      <w:r w:rsidRPr="004B2109">
        <w:rPr>
          <w:lang w:val="en-US"/>
        </w:rPr>
        <w:br/>
      </w:r>
      <w:hyperlink r:id="rId10" w:history="1">
        <w:r w:rsidRPr="004B2109">
          <w:rPr>
            <w:rStyle w:val="Hyperlink"/>
            <w:lang w:val="en-US"/>
          </w:rPr>
          <w:t>www.itacsoftware.com</w:t>
        </w:r>
      </w:hyperlink>
      <w:r w:rsidRPr="004B2109">
        <w:rPr>
          <w:lang w:val="en-US"/>
        </w:rPr>
        <w:t xml:space="preserve"> </w:t>
      </w:r>
    </w:p>
    <w:p w14:paraId="10028C4B" w14:textId="77777777" w:rsidR="00DB7103" w:rsidRDefault="00DB7103" w:rsidP="00DB7103">
      <w:pPr>
        <w:spacing w:line="280" w:lineRule="atLeast"/>
        <w:rPr>
          <w:lang w:val="en-US"/>
        </w:rPr>
      </w:pPr>
    </w:p>
    <w:p w14:paraId="4CCCC873" w14:textId="77777777" w:rsidR="004B2109" w:rsidRPr="00E81C19" w:rsidRDefault="004B2109" w:rsidP="00DB7103">
      <w:pPr>
        <w:spacing w:line="280" w:lineRule="atLeast"/>
        <w:rPr>
          <w:lang w:val="en-US"/>
        </w:rPr>
      </w:pPr>
      <w:r w:rsidRPr="00E81C19">
        <w:rPr>
          <w:lang w:val="en-US"/>
        </w:rPr>
        <w:t xml:space="preserve">PR </w:t>
      </w:r>
      <w:r w:rsidRPr="004B2109">
        <w:rPr>
          <w:lang w:val="en-US"/>
        </w:rPr>
        <w:t>agency</w:t>
      </w:r>
      <w:r w:rsidRPr="00E81C19">
        <w:rPr>
          <w:lang w:val="en-US"/>
        </w:rPr>
        <w:t>:</w:t>
      </w:r>
    </w:p>
    <w:p w14:paraId="6732CE40" w14:textId="77777777" w:rsidR="009A4CB5" w:rsidRPr="00E81C19" w:rsidRDefault="009A4CB5" w:rsidP="00DB7103">
      <w:pPr>
        <w:spacing w:line="280" w:lineRule="atLeast"/>
        <w:rPr>
          <w:lang w:val="en-US"/>
        </w:rPr>
      </w:pPr>
      <w:r w:rsidRPr="00E81C19">
        <w:rPr>
          <w:lang w:val="en-US"/>
        </w:rPr>
        <w:t>punctum pr-agentur GmbH</w:t>
      </w:r>
    </w:p>
    <w:p w14:paraId="231F4B5D" w14:textId="77777777" w:rsidR="009A4CB5" w:rsidRPr="00E81C19" w:rsidRDefault="009A4CB5" w:rsidP="00DB7103">
      <w:pPr>
        <w:spacing w:line="280" w:lineRule="atLeast"/>
        <w:rPr>
          <w:lang w:val="en-US"/>
        </w:rPr>
      </w:pPr>
      <w:r w:rsidRPr="00E81C19">
        <w:rPr>
          <w:lang w:val="en-US"/>
        </w:rPr>
        <w:t>Ulrike Peter</w:t>
      </w:r>
    </w:p>
    <w:p w14:paraId="029AE7A9" w14:textId="77777777" w:rsidR="009A4CB5" w:rsidRPr="00E81C19" w:rsidRDefault="009A4CB5" w:rsidP="00DB7103">
      <w:pPr>
        <w:spacing w:line="280" w:lineRule="atLeast"/>
        <w:rPr>
          <w:lang w:val="en-US"/>
        </w:rPr>
      </w:pPr>
      <w:r w:rsidRPr="00E81C19">
        <w:rPr>
          <w:lang w:val="en-US"/>
        </w:rPr>
        <w:t>General Manager</w:t>
      </w:r>
    </w:p>
    <w:p w14:paraId="0BB5ECB4" w14:textId="77777777" w:rsidR="009A4CB5" w:rsidRDefault="009A4CB5" w:rsidP="00DB7103">
      <w:pPr>
        <w:spacing w:line="280" w:lineRule="atLeast"/>
        <w:rPr>
          <w:lang w:val="en-US"/>
        </w:rPr>
      </w:pPr>
      <w:r>
        <w:rPr>
          <w:lang w:val="en-US"/>
        </w:rPr>
        <w:t>Phone +49 211 971 7977 0</w:t>
      </w:r>
    </w:p>
    <w:p w14:paraId="5D46729C" w14:textId="77777777" w:rsidR="009A4CB5" w:rsidRPr="00E81C19" w:rsidRDefault="004B2109" w:rsidP="00DB7103">
      <w:pPr>
        <w:spacing w:line="280" w:lineRule="atLeast"/>
        <w:rPr>
          <w:lang w:val="en-US"/>
        </w:rPr>
      </w:pPr>
      <w:r w:rsidRPr="00E81C19">
        <w:rPr>
          <w:lang w:val="en-US"/>
        </w:rPr>
        <w:t>E-Mail: pr@punctum-pr.de</w:t>
      </w:r>
      <w:r w:rsidR="00C42C9D" w:rsidRPr="00E81C19">
        <w:rPr>
          <w:lang w:val="en-US"/>
        </w:rPr>
        <w:t xml:space="preserve"> </w:t>
      </w:r>
    </w:p>
    <w:p w14:paraId="72A7A480" w14:textId="77777777" w:rsidR="004B2109" w:rsidRPr="00E81C19" w:rsidRDefault="00FF0B20" w:rsidP="00DB7103">
      <w:pPr>
        <w:spacing w:line="280" w:lineRule="atLeast"/>
        <w:rPr>
          <w:lang w:val="en-US"/>
        </w:rPr>
      </w:pPr>
      <w:hyperlink r:id="rId11" w:history="1">
        <w:r w:rsidR="004B2109" w:rsidRPr="00E81C19">
          <w:rPr>
            <w:rStyle w:val="Hyperlink"/>
            <w:lang w:val="en-US"/>
          </w:rPr>
          <w:t>www.punctum-pr.de</w:t>
        </w:r>
      </w:hyperlink>
    </w:p>
    <w:sectPr w:rsidR="004B2109" w:rsidRPr="00E81C19" w:rsidSect="004332CC">
      <w:headerReference w:type="default" r:id="rId12"/>
      <w:footerReference w:type="default" r:id="rId13"/>
      <w:headerReference w:type="first" r:id="rId14"/>
      <w:footerReference w:type="first" r:id="rId15"/>
      <w:pgSz w:w="11900" w:h="16840"/>
      <w:pgMar w:top="3515" w:right="2778" w:bottom="1701" w:left="1361" w:header="794" w:footer="83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4FE4A4" w14:textId="77777777" w:rsidR="00BC6CB2" w:rsidRDefault="00BC6CB2" w:rsidP="00D9165E">
      <w:r>
        <w:separator/>
      </w:r>
    </w:p>
  </w:endnote>
  <w:endnote w:type="continuationSeparator" w:id="0">
    <w:p w14:paraId="61C58002" w14:textId="77777777" w:rsidR="00BC6CB2" w:rsidRDefault="00BC6CB2"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panose1 w:val="00000000000000000000"/>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8C3225" w14:textId="36DC00E0" w:rsidR="00B143FE" w:rsidRPr="0085432F" w:rsidRDefault="004332CC" w:rsidP="004332CC">
    <w:pPr>
      <w:pStyle w:val="Kopfzeile"/>
    </w:pPr>
    <w:r>
      <w:drawing>
        <wp:anchor distT="0" distB="0" distL="114300" distR="114300" simplePos="0" relativeHeight="251685888" behindDoc="0" locked="0" layoutInCell="1" allowOverlap="1" wp14:anchorId="289107E6" wp14:editId="5EE8C457">
          <wp:simplePos x="0" y="0"/>
          <wp:positionH relativeFrom="page">
            <wp:posOffset>6071870</wp:posOffset>
          </wp:positionH>
          <wp:positionV relativeFrom="page">
            <wp:posOffset>9933305</wp:posOffset>
          </wp:positionV>
          <wp:extent cx="1100455" cy="355600"/>
          <wp:effectExtent l="0" t="0" r="0" b="0"/>
          <wp:wrapNone/>
          <wp:docPr id="4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100455" cy="355600"/>
                  </a:xfrm>
                  <a:prstGeom prst="rect">
                    <a:avLst/>
                  </a:prstGeom>
                </pic:spPr>
              </pic:pic>
            </a:graphicData>
          </a:graphic>
          <wp14:sizeRelH relativeFrom="margin">
            <wp14:pctWidth>0</wp14:pctWidth>
          </wp14:sizeRelH>
          <wp14:sizeRelV relativeFrom="margin">
            <wp14:pctHeight>0</wp14:pctHeight>
          </wp14:sizeRelV>
        </wp:anchor>
      </w:drawing>
    </w:r>
    <w:r w:rsidRPr="005218C8">
      <w:fldChar w:fldCharType="begin"/>
    </w:r>
    <w:r w:rsidRPr="005218C8">
      <w:instrText xml:space="preserve"> IF  \* MERGEFORMAT </w:instrText>
    </w:r>
    <w:fldSimple w:instr=" NUMPAGES  \* MERGEFORMAT ">
      <w:r w:rsidR="00FF0B20">
        <w:instrText>4</w:instrText>
      </w:r>
    </w:fldSimple>
    <w:r w:rsidRPr="005218C8">
      <w:instrText>&gt;"1" "</w:instrText>
    </w:r>
    <w:r w:rsidRPr="005218C8">
      <w:fldChar w:fldCharType="begin"/>
    </w:r>
    <w:r w:rsidRPr="005218C8">
      <w:instrText xml:space="preserve"> PAGE  \* MERGEFORMAT </w:instrText>
    </w:r>
    <w:r w:rsidRPr="005218C8">
      <w:fldChar w:fldCharType="separate"/>
    </w:r>
    <w:r w:rsidR="00FF0B20">
      <w:instrText>1</w:instrText>
    </w:r>
    <w:r w:rsidRPr="005218C8">
      <w:fldChar w:fldCharType="end"/>
    </w:r>
    <w:r w:rsidRPr="005218C8">
      <w:instrText>/</w:instrText>
    </w:r>
    <w:fldSimple w:instr=" NUMPAGES  \* MERGEFORMAT ">
      <w:r w:rsidR="00FF0B20">
        <w:instrText>4</w:instrText>
      </w:r>
    </w:fldSimple>
    <w:r w:rsidRPr="005218C8">
      <w:instrText>" "</w:instrText>
    </w:r>
    <w:r w:rsidR="00FF0B20">
      <w:fldChar w:fldCharType="separate"/>
    </w:r>
    <w:r w:rsidR="00FF0B20">
      <w:t>1</w:t>
    </w:r>
    <w:r w:rsidR="00FF0B20" w:rsidRPr="005218C8">
      <w:t>/</w:t>
    </w:r>
    <w:r w:rsidR="00FF0B20">
      <w:t>4</w:t>
    </w:r>
    <w:r w:rsidRPr="005218C8">
      <w:fldChar w:fldCharType="end"/>
    </w:r>
    <w:r w:rsidRPr="005218C8">
      <w:tab/>
      <w:t>Press</w:t>
    </w:r>
    <w:r w:rsidR="00517E66">
      <w:t xml:space="preserve"> r</w:t>
    </w:r>
    <w:r w:rsidR="00755FC1">
      <w:t>elease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6B1082" w14:textId="77777777" w:rsidR="00B143FE" w:rsidRPr="005218C8" w:rsidRDefault="00B143FE" w:rsidP="005218C8">
    <w:pPr>
      <w:pStyle w:val="Kopfzeile"/>
    </w:pPr>
    <w:r w:rsidRPr="005218C8">
      <w:fldChar w:fldCharType="begin"/>
    </w:r>
    <w:r w:rsidRPr="005218C8">
      <w:instrText xml:space="preserve"> IF  \* MERGEFORMAT </w:instrText>
    </w:r>
    <w:fldSimple w:instr=" NUMPAGES  \* MERGEFORMAT ">
      <w:r w:rsidR="00BC6CB2">
        <w:instrText>3</w:instrText>
      </w:r>
    </w:fldSimple>
    <w:r w:rsidRPr="005218C8">
      <w:instrText>&gt;"1" "</w:instrText>
    </w:r>
    <w:r w:rsidRPr="005218C8">
      <w:fldChar w:fldCharType="begin"/>
    </w:r>
    <w:r w:rsidRPr="005218C8">
      <w:instrText xml:space="preserve"> PAGE  \* MERGEFORMAT </w:instrText>
    </w:r>
    <w:r w:rsidRPr="005218C8">
      <w:fldChar w:fldCharType="separate"/>
    </w:r>
    <w:r w:rsidR="004332CC">
      <w:instrText>1</w:instrText>
    </w:r>
    <w:r w:rsidRPr="005218C8">
      <w:fldChar w:fldCharType="end"/>
    </w:r>
    <w:r w:rsidRPr="005218C8">
      <w:instrText>/</w:instrText>
    </w:r>
    <w:fldSimple w:instr=" NUMPAGES  \* MERGEFORMAT ">
      <w:r w:rsidR="00BC6CB2">
        <w:instrText>3</w:instrText>
      </w:r>
    </w:fldSimple>
    <w:r w:rsidRPr="005218C8">
      <w:instrText>" "</w:instrText>
    </w:r>
    <w:r w:rsidRPr="005218C8">
      <w:fldChar w:fldCharType="separate"/>
    </w:r>
    <w:r w:rsidR="00BC6CB2">
      <w:t>1</w:t>
    </w:r>
    <w:r w:rsidR="00BC6CB2" w:rsidRPr="005218C8">
      <w:t>/</w:t>
    </w:r>
    <w:r w:rsidR="00BC6CB2">
      <w:t>3</w:t>
    </w:r>
    <w:r w:rsidRPr="005218C8">
      <w:fldChar w:fldCharType="end"/>
    </w:r>
    <w:r w:rsidRPr="005218C8">
      <w:tab/>
      <w:t xml:space="preserve">Pressemitteilung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78FD8F" w14:textId="77777777" w:rsidR="00BC6CB2" w:rsidRDefault="00BC6CB2" w:rsidP="00D9165E">
      <w:r>
        <w:separator/>
      </w:r>
    </w:p>
  </w:footnote>
  <w:footnote w:type="continuationSeparator" w:id="0">
    <w:p w14:paraId="6337E15D" w14:textId="77777777" w:rsidR="00BC6CB2" w:rsidRDefault="00BC6CB2"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FF3BC4" w14:textId="77777777" w:rsidR="00B143FE" w:rsidRPr="00F73F1D" w:rsidRDefault="004332CC" w:rsidP="005218C8">
    <w:pPr>
      <w:pStyle w:val="Kopfzeile"/>
    </w:pPr>
    <w:r>
      <w:drawing>
        <wp:anchor distT="0" distB="0" distL="114300" distR="114300" simplePos="0" relativeHeight="251686912" behindDoc="0" locked="0" layoutInCell="1" allowOverlap="1" wp14:anchorId="048CB433" wp14:editId="24E9B33D">
          <wp:simplePos x="0" y="0"/>
          <wp:positionH relativeFrom="page">
            <wp:posOffset>6094730</wp:posOffset>
          </wp:positionH>
          <wp:positionV relativeFrom="page">
            <wp:posOffset>617855</wp:posOffset>
          </wp:positionV>
          <wp:extent cx="599440" cy="356235"/>
          <wp:effectExtent l="0" t="0" r="10160" b="0"/>
          <wp:wrapNone/>
          <wp:docPr id="4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599440" cy="356235"/>
                  </a:xfrm>
                  <a:prstGeom prst="rect">
                    <a:avLst/>
                  </a:prstGeom>
                </pic:spPr>
              </pic:pic>
            </a:graphicData>
          </a:graphic>
          <wp14:sizeRelH relativeFrom="margin">
            <wp14:pctWidth>0</wp14:pctWidth>
          </wp14:sizeRelH>
          <wp14:sizeRelV relativeFrom="margin">
            <wp14:pctHeight>0</wp14:pctHeight>
          </wp14:sizeRelV>
        </wp:anchor>
      </w:drawing>
    </w:r>
    <w:r>
      <mc:AlternateContent>
        <mc:Choice Requires="wps">
          <w:drawing>
            <wp:anchor distT="0" distB="0" distL="114300" distR="114300" simplePos="0" relativeHeight="251684864" behindDoc="1" locked="0" layoutInCell="1" allowOverlap="1" wp14:anchorId="348DF32B" wp14:editId="44B68174">
              <wp:simplePos x="0" y="0"/>
              <wp:positionH relativeFrom="page">
                <wp:posOffset>6122035</wp:posOffset>
              </wp:positionH>
              <wp:positionV relativeFrom="page">
                <wp:posOffset>3489325</wp:posOffset>
              </wp:positionV>
              <wp:extent cx="1259840" cy="632714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59840" cy="6327140"/>
                      </a:xfrm>
                      <a:prstGeom prst="rect">
                        <a:avLst/>
                      </a:prstGeom>
                      <a:noFill/>
                      <a:ln w="6350">
                        <a:noFill/>
                      </a:ln>
                    </wps:spPr>
                    <wps:txbx>
                      <w:txbxContent>
                        <w:p w14:paraId="3FE59860" w14:textId="77777777" w:rsidR="004E127B" w:rsidRDefault="004E127B" w:rsidP="004E127B">
                          <w:pPr>
                            <w:pStyle w:val="Kontaktdaten"/>
                            <w:spacing w:line="170" w:lineRule="exact"/>
                            <w:rPr>
                              <w:b/>
                              <w:w w:val="101"/>
                            </w:rPr>
                          </w:pPr>
                          <w:r w:rsidRPr="007D0716">
                            <w:rPr>
                              <w:b/>
                              <w:w w:val="101"/>
                            </w:rPr>
                            <w:t>iTAC Software AG</w:t>
                          </w:r>
                        </w:p>
                        <w:p w14:paraId="661372D7" w14:textId="77777777" w:rsidR="004E127B" w:rsidRDefault="004E127B" w:rsidP="004E127B">
                          <w:pPr>
                            <w:pStyle w:val="Kontaktdaten"/>
                            <w:spacing w:line="170" w:lineRule="exact"/>
                          </w:pPr>
                          <w:r w:rsidRPr="007D0716">
                            <w:t>Aubachstr. 24</w:t>
                          </w:r>
                        </w:p>
                        <w:p w14:paraId="13298563" w14:textId="77777777" w:rsidR="004E127B" w:rsidRPr="005B5322" w:rsidRDefault="004E127B" w:rsidP="004E127B">
                          <w:pPr>
                            <w:pStyle w:val="Kontaktdaten"/>
                            <w:spacing w:line="170" w:lineRule="exact"/>
                          </w:pPr>
                          <w:r w:rsidRPr="005B5322">
                            <w:t>56410 Montabaur</w:t>
                          </w:r>
                        </w:p>
                        <w:p w14:paraId="3AEEF44B" w14:textId="77777777" w:rsidR="004E127B" w:rsidRPr="005B5322" w:rsidRDefault="004E127B" w:rsidP="004E127B">
                          <w:pPr>
                            <w:pStyle w:val="Kontaktdaten"/>
                            <w:spacing w:line="170" w:lineRule="exact"/>
                          </w:pPr>
                          <w:r w:rsidRPr="005B5322">
                            <w:t>Germany</w:t>
                          </w:r>
                        </w:p>
                        <w:p w14:paraId="7C1EA61A" w14:textId="77777777" w:rsidR="004E127B" w:rsidRPr="005B5322" w:rsidRDefault="004E127B" w:rsidP="004E127B">
                          <w:pPr>
                            <w:pStyle w:val="Kontaktdaten"/>
                            <w:spacing w:line="170" w:lineRule="exact"/>
                          </w:pPr>
                        </w:p>
                        <w:p w14:paraId="3ED730E0" w14:textId="77777777" w:rsidR="004E127B" w:rsidRPr="008E7BFD" w:rsidRDefault="004E127B" w:rsidP="004E127B">
                          <w:pPr>
                            <w:pStyle w:val="Kontaktdaten"/>
                            <w:spacing w:line="170" w:lineRule="exact"/>
                            <w:rPr>
                              <w:lang w:val="en-US"/>
                            </w:rPr>
                          </w:pPr>
                          <w:r w:rsidRPr="008E7BFD">
                            <w:rPr>
                              <w:lang w:val="en-US"/>
                            </w:rPr>
                            <w:t>Phone +49 2602-10 65-0</w:t>
                          </w:r>
                        </w:p>
                        <w:p w14:paraId="607ADDE9" w14:textId="77777777" w:rsidR="004E127B" w:rsidRPr="008E7BFD" w:rsidRDefault="004E127B" w:rsidP="004E127B">
                          <w:pPr>
                            <w:pStyle w:val="Kontaktdaten"/>
                            <w:spacing w:line="170" w:lineRule="exact"/>
                            <w:rPr>
                              <w:lang w:val="en-US"/>
                            </w:rPr>
                          </w:pPr>
                          <w:r w:rsidRPr="008E7BFD">
                            <w:rPr>
                              <w:lang w:val="en-US"/>
                            </w:rPr>
                            <w:t xml:space="preserve">Fax +49 2602-10 65-30 </w:t>
                          </w:r>
                        </w:p>
                        <w:p w14:paraId="64A019FF" w14:textId="77777777" w:rsidR="004E127B" w:rsidRPr="008E7BFD" w:rsidRDefault="009A4CB5" w:rsidP="004E127B">
                          <w:pPr>
                            <w:pStyle w:val="Kontaktdaten"/>
                            <w:spacing w:line="170" w:lineRule="exact"/>
                            <w:rPr>
                              <w:lang w:val="en-US"/>
                            </w:rPr>
                          </w:pPr>
                          <w:r>
                            <w:rPr>
                              <w:lang w:val="en-US"/>
                            </w:rPr>
                            <w:t>contact</w:t>
                          </w:r>
                          <w:r w:rsidR="004E127B" w:rsidRPr="008E7BFD">
                            <w:rPr>
                              <w:lang w:val="en-US"/>
                            </w:rPr>
                            <w:t>@itac</w:t>
                          </w:r>
                          <w:r>
                            <w:rPr>
                              <w:lang w:val="en-US"/>
                            </w:rPr>
                            <w:t>software.com</w:t>
                          </w:r>
                        </w:p>
                        <w:p w14:paraId="6D122A1E" w14:textId="77777777" w:rsidR="000148A8" w:rsidRPr="009A4CB5" w:rsidRDefault="004E127B" w:rsidP="000148A8">
                          <w:pPr>
                            <w:pStyle w:val="Kontaktdaten"/>
                            <w:rPr>
                              <w:lang w:val="en-US"/>
                            </w:rPr>
                          </w:pPr>
                          <w:r w:rsidRPr="009A4CB5">
                            <w:rPr>
                              <w:lang w:val="en-US"/>
                            </w:rPr>
                            <w:t>www.itacsoftware.</w:t>
                          </w:r>
                          <w:r w:rsidR="009A4CB5" w:rsidRPr="009A4CB5">
                            <w:rPr>
                              <w:lang w:val="en-US"/>
                            </w:rPr>
                            <w:t>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3D741D" id="_x0000_t202" coordsize="21600,21600" o:spt="202" path="m,l,21600r21600,l21600,xe">
              <v:stroke joinstyle="miter"/>
              <v:path gradientshapeok="t" o:connecttype="rect"/>
            </v:shapetype>
            <v:shape id="Textfeld 10" o:spid="_x0000_s1026" type="#_x0000_t202" style="position:absolute;margin-left:482.05pt;margin-top:274.75pt;width:99.2pt;height:498.2pt;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" filled="f" stroked="f" strokeweight=".5pt">
              <v:textbox inset="0,0,0,0">
                <w:txbxContent>
                  <w:p w:rsidR="004E127B" w:rsidRDefault="004E127B" w:rsidP="004E127B">
                    <w:pPr>
                      <w:pStyle w:val="Kontaktdaten"/>
                      <w:spacing w:line="170" w:lineRule="exact"/>
                      <w:rPr>
                        <w:b/>
                        <w:w w:val="101"/>
                      </w:rPr>
                    </w:pPr>
                    <w:r w:rsidRPr="007D0716">
                      <w:rPr>
                        <w:b/>
                        <w:w w:val="101"/>
                      </w:rPr>
                      <w:t>iTAC Software AG</w:t>
                    </w:r>
                  </w:p>
                  <w:p w:rsidR="004E127B" w:rsidRDefault="004E127B" w:rsidP="004E127B">
                    <w:pPr>
                      <w:pStyle w:val="Kontaktdaten"/>
                      <w:spacing w:line="170" w:lineRule="exact"/>
                    </w:pPr>
                    <w:r w:rsidRPr="007D0716">
                      <w:t>Aubachstr. 24</w:t>
                    </w:r>
                  </w:p>
                  <w:p w:rsidR="004E127B" w:rsidRPr="005B5322" w:rsidRDefault="004E127B" w:rsidP="004E127B">
                    <w:pPr>
                      <w:pStyle w:val="Kontaktdaten"/>
                      <w:spacing w:line="170" w:lineRule="exact"/>
                    </w:pPr>
                    <w:r w:rsidRPr="005B5322">
                      <w:t>56410 Montabaur</w:t>
                    </w:r>
                  </w:p>
                  <w:p w:rsidR="004E127B" w:rsidRPr="005B5322" w:rsidRDefault="004E127B" w:rsidP="004E127B">
                    <w:pPr>
                      <w:pStyle w:val="Kontaktdaten"/>
                      <w:spacing w:line="170" w:lineRule="exact"/>
                    </w:pPr>
                    <w:r w:rsidRPr="005B5322">
                      <w:t>Germany</w:t>
                    </w:r>
                  </w:p>
                  <w:p w:rsidR="004E127B" w:rsidRPr="005B5322" w:rsidRDefault="004E127B" w:rsidP="004E127B">
                    <w:pPr>
                      <w:pStyle w:val="Kontaktdaten"/>
                      <w:spacing w:line="170" w:lineRule="exact"/>
                    </w:pPr>
                  </w:p>
                  <w:p w:rsidR="004E127B" w:rsidRPr="008E7BFD" w:rsidRDefault="004E127B" w:rsidP="004E127B">
                    <w:pPr>
                      <w:pStyle w:val="Kontaktdaten"/>
                      <w:spacing w:line="170" w:lineRule="exact"/>
                      <w:rPr>
                        <w:lang w:val="en-US"/>
                      </w:rPr>
                    </w:pPr>
                    <w:r w:rsidRPr="008E7BFD">
                      <w:rPr>
                        <w:lang w:val="en-US"/>
                      </w:rPr>
                      <w:t>Phone +49 2602-10 65-0</w:t>
                    </w:r>
                  </w:p>
                  <w:p w:rsidR="004E127B" w:rsidRPr="008E7BFD" w:rsidRDefault="004E127B" w:rsidP="004E127B">
                    <w:pPr>
                      <w:pStyle w:val="Kontaktdaten"/>
                      <w:spacing w:line="170" w:lineRule="exact"/>
                      <w:rPr>
                        <w:lang w:val="en-US"/>
                      </w:rPr>
                    </w:pPr>
                    <w:r w:rsidRPr="008E7BFD">
                      <w:rPr>
                        <w:lang w:val="en-US"/>
                      </w:rPr>
                      <w:t xml:space="preserve">Fax +49 2602-10 65-30 </w:t>
                    </w:r>
                  </w:p>
                  <w:p w:rsidR="004E127B" w:rsidRPr="008E7BFD" w:rsidRDefault="009A4CB5" w:rsidP="004E127B">
                    <w:pPr>
                      <w:pStyle w:val="Kontaktdaten"/>
                      <w:spacing w:line="170" w:lineRule="exact"/>
                      <w:rPr>
                        <w:lang w:val="en-US"/>
                      </w:rPr>
                    </w:pPr>
                    <w:r>
                      <w:rPr>
                        <w:lang w:val="en-US"/>
                      </w:rPr>
                      <w:t>contact</w:t>
                    </w:r>
                    <w:r w:rsidR="004E127B" w:rsidRPr="008E7BFD">
                      <w:rPr>
                        <w:lang w:val="en-US"/>
                      </w:rPr>
                      <w:t>@itac</w:t>
                    </w:r>
                    <w:r>
                      <w:rPr>
                        <w:lang w:val="en-US"/>
                      </w:rPr>
                      <w:t>software.com</w:t>
                    </w:r>
                  </w:p>
                  <w:p w:rsidR="000148A8" w:rsidRPr="009A4CB5" w:rsidRDefault="004E127B" w:rsidP="000148A8">
                    <w:pPr>
                      <w:pStyle w:val="Kontaktdaten"/>
                      <w:rPr>
                        <w:lang w:val="en-US"/>
                      </w:rPr>
                    </w:pPr>
                    <w:r w:rsidRPr="009A4CB5">
                      <w:rPr>
                        <w:lang w:val="en-US"/>
                      </w:rPr>
                      <w:t>www.itacsoftware.</w:t>
                    </w:r>
                    <w:r w:rsidR="009A4CB5" w:rsidRPr="009A4CB5">
                      <w:rPr>
                        <w:lang w:val="en-US"/>
                      </w:rPr>
                      <w:t>com</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E07F5D" w14:textId="77777777" w:rsidR="00B143FE" w:rsidRPr="005837F9" w:rsidRDefault="00B143FE" w:rsidP="005218C8">
    <w:pPr>
      <w:pStyle w:val="Kopfzeile"/>
    </w:pPr>
  </w:p>
  <w:p w14:paraId="4C830247" w14:textId="77777777" w:rsidR="00B143FE" w:rsidRDefault="004332CC" w:rsidP="005218C8">
    <w:pPr>
      <w:pStyle w:val="Kopfzeile"/>
    </w:pPr>
    <w:r>
      <w:drawing>
        <wp:anchor distT="0" distB="0" distL="114300" distR="114300" simplePos="0" relativeHeight="251682816" behindDoc="0" locked="0" layoutInCell="1" allowOverlap="1" wp14:anchorId="22C129E1" wp14:editId="67706245">
          <wp:simplePos x="0" y="0"/>
          <wp:positionH relativeFrom="page">
            <wp:posOffset>6091987</wp:posOffset>
          </wp:positionH>
          <wp:positionV relativeFrom="page">
            <wp:posOffset>634365</wp:posOffset>
          </wp:positionV>
          <wp:extent cx="599440" cy="356235"/>
          <wp:effectExtent l="0" t="0" r="10160" b="0"/>
          <wp:wrapNone/>
          <wp:docPr id="36"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599440" cy="356235"/>
                  </a:xfrm>
                  <a:prstGeom prst="rect">
                    <a:avLst/>
                  </a:prstGeom>
                </pic:spPr>
              </pic:pic>
            </a:graphicData>
          </a:graphic>
          <wp14:sizeRelH relativeFrom="margin">
            <wp14:pctWidth>0</wp14:pctWidth>
          </wp14:sizeRelH>
          <wp14:sizeRelV relativeFrom="margin">
            <wp14:pctHeight>0</wp14:pctHeight>
          </wp14:sizeRelV>
        </wp:anchor>
      </w:drawing>
    </w:r>
  </w:p>
  <w:p w14:paraId="58FB426C" w14:textId="77777777" w:rsidR="00B143FE" w:rsidRDefault="00B143FE" w:rsidP="005218C8">
    <w:pPr>
      <w:pStyle w:val="Kopfzeile"/>
    </w:pPr>
  </w:p>
  <w:p w14:paraId="3A3000E7" w14:textId="77777777" w:rsidR="00B143FE" w:rsidRDefault="00B143FE" w:rsidP="005218C8">
    <w:pPr>
      <w:pStyle w:val="Kopfzeile"/>
    </w:pPr>
  </w:p>
  <w:p w14:paraId="5E9F6553" w14:textId="77777777" w:rsidR="00B143FE" w:rsidRDefault="00B143FE" w:rsidP="00D9165E"/>
  <w:p w14:paraId="23FEFEF7" w14:textId="77777777" w:rsidR="00B143FE" w:rsidRDefault="000148A8" w:rsidP="00D9165E">
    <w:r>
      <w:rPr>
        <w:noProof/>
        <w:lang w:eastAsia="de-DE"/>
      </w:rPr>
      <mc:AlternateContent>
        <mc:Choice Requires="wps">
          <w:drawing>
            <wp:anchor distT="0" distB="0" distL="114300" distR="114300" simplePos="0" relativeHeight="251680768" behindDoc="1" locked="0" layoutInCell="1" allowOverlap="1" wp14:anchorId="5D76E07C" wp14:editId="348ED2B5">
              <wp:simplePos x="0" y="0"/>
              <wp:positionH relativeFrom="page">
                <wp:posOffset>6097905</wp:posOffset>
              </wp:positionH>
              <wp:positionV relativeFrom="page">
                <wp:posOffset>3432810</wp:posOffset>
              </wp:positionV>
              <wp:extent cx="1259840" cy="6327140"/>
              <wp:effectExtent l="0" t="0" r="10160" b="0"/>
              <wp:wrapNone/>
              <wp:docPr id="35" name="Textfeld 35"/>
              <wp:cNvGraphicFramePr/>
              <a:graphic xmlns:a="http://schemas.openxmlformats.org/drawingml/2006/main">
                <a:graphicData uri="http://schemas.microsoft.com/office/word/2010/wordprocessingShape">
                  <wps:wsp>
                    <wps:cNvSpPr txBox="1"/>
                    <wps:spPr>
                      <a:xfrm>
                        <a:off x="0" y="0"/>
                        <a:ext cx="1259840" cy="6327140"/>
                      </a:xfrm>
                      <a:prstGeom prst="rect">
                        <a:avLst/>
                      </a:prstGeom>
                      <a:noFill/>
                      <a:ln w="6350">
                        <a:noFill/>
                      </a:ln>
                    </wps:spPr>
                    <wps:txbx>
                      <w:txbxContent>
                        <w:p w14:paraId="6BD2B0E2" w14:textId="77777777" w:rsidR="000148A8" w:rsidRPr="006E7FBA" w:rsidRDefault="000148A8" w:rsidP="000148A8">
                          <w:pPr>
                            <w:pStyle w:val="Kontaktdaten"/>
                            <w:rPr>
                              <w:rStyle w:val="Fettung"/>
                            </w:rPr>
                          </w:pPr>
                          <w:r w:rsidRPr="006E7FBA">
                            <w:rPr>
                              <w:rStyle w:val="Fettung"/>
                            </w:rPr>
                            <w:t>Dürr Systems AG</w:t>
                          </w:r>
                        </w:p>
                        <w:p w14:paraId="0CD8B3A2" w14:textId="77777777" w:rsidR="000148A8" w:rsidRPr="005D6506" w:rsidRDefault="000148A8" w:rsidP="000148A8">
                          <w:pPr>
                            <w:pStyle w:val="Kontaktdaten"/>
                          </w:pPr>
                          <w:r w:rsidRPr="005D6506">
                            <w:t>Carl-Benz-Str. 34</w:t>
                          </w:r>
                        </w:p>
                        <w:p w14:paraId="7070061F" w14:textId="77777777" w:rsidR="000148A8" w:rsidRPr="005D6506" w:rsidRDefault="000148A8" w:rsidP="000148A8">
                          <w:pPr>
                            <w:pStyle w:val="Kontaktdaten"/>
                          </w:pPr>
                          <w:r w:rsidRPr="005D6506">
                            <w:t>74321 Bietigheim-Bissingen</w:t>
                          </w:r>
                        </w:p>
                        <w:p w14:paraId="14A7BCEA" w14:textId="77777777" w:rsidR="000148A8" w:rsidRPr="005D6506" w:rsidRDefault="000148A8" w:rsidP="000148A8">
                          <w:pPr>
                            <w:pStyle w:val="Kontaktdaten"/>
                          </w:pPr>
                        </w:p>
                        <w:p w14:paraId="020714FC" w14:textId="77777777" w:rsidR="000148A8" w:rsidRPr="005D6506" w:rsidRDefault="000148A8" w:rsidP="000148A8">
                          <w:pPr>
                            <w:pStyle w:val="Kontaktdaten"/>
                          </w:pPr>
                          <w:r w:rsidRPr="005D6506">
                            <w:t xml:space="preserve">Tel.: +49 7142 78-0 </w:t>
                          </w:r>
                        </w:p>
                        <w:p w14:paraId="64BCAEF5" w14:textId="77777777" w:rsidR="000148A8" w:rsidRPr="005D6506" w:rsidRDefault="000148A8" w:rsidP="000148A8">
                          <w:pPr>
                            <w:pStyle w:val="Kontaktdaten"/>
                          </w:pPr>
                          <w:r w:rsidRPr="005D6506">
                            <w:t xml:space="preserve">Fax: +49 7142 78-2107 </w:t>
                          </w:r>
                        </w:p>
                        <w:p w14:paraId="3590DBAD" w14:textId="77777777" w:rsidR="000148A8" w:rsidRPr="005D6506" w:rsidRDefault="000148A8" w:rsidP="000148A8">
                          <w:pPr>
                            <w:pStyle w:val="Kontaktdaten"/>
                          </w:pPr>
                          <w:r w:rsidRPr="005D6506">
                            <w:t xml:space="preserve">info@durr.com </w:t>
                          </w:r>
                        </w:p>
                        <w:p w14:paraId="11485132" w14:textId="77777777" w:rsidR="000148A8" w:rsidRPr="005D6506" w:rsidRDefault="000148A8" w:rsidP="000148A8">
                          <w:pPr>
                            <w:pStyle w:val="Kontaktdaten"/>
                          </w:pPr>
                          <w:r w:rsidRPr="005D6506">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DC42CD" id="_x0000_t202" coordsize="21600,21600" o:spt="202" path="m,l,21600r21600,l21600,xe">
              <v:stroke joinstyle="miter"/>
              <v:path gradientshapeok="t" o:connecttype="rect"/>
            </v:shapetype>
            <v:shape id="Textfeld 35" o:spid="_x0000_s1027" type="#_x0000_t202" style="position:absolute;margin-left:480.15pt;margin-top:270.3pt;width:99.2pt;height:498.2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" filled="f" stroked="f" strokeweight=".5pt">
              <v:textbox inset="0,0,0,0">
                <w:txbxContent>
                  <w:p w:rsidR="000148A8" w:rsidRPr="006E7FBA" w:rsidRDefault="000148A8" w:rsidP="000148A8">
                    <w:pPr>
                      <w:pStyle w:val="Kontaktdaten"/>
                      <w:rPr>
                        <w:rStyle w:val="Fettung"/>
                      </w:rPr>
                    </w:pPr>
                    <w:r w:rsidRPr="006E7FBA">
                      <w:rPr>
                        <w:rStyle w:val="Fettung"/>
                      </w:rPr>
                      <w:t>Dürr Systems AG</w:t>
                    </w:r>
                  </w:p>
                  <w:p w:rsidR="000148A8" w:rsidRPr="005D6506" w:rsidRDefault="000148A8" w:rsidP="000148A8">
                    <w:pPr>
                      <w:pStyle w:val="Kontaktdaten"/>
                    </w:pPr>
                    <w:r w:rsidRPr="005D6506">
                      <w:t>Carl-Benz-Str. 34</w:t>
                    </w:r>
                  </w:p>
                  <w:p w:rsidR="000148A8" w:rsidRPr="005D6506" w:rsidRDefault="000148A8" w:rsidP="000148A8">
                    <w:pPr>
                      <w:pStyle w:val="Kontaktdaten"/>
                    </w:pPr>
                    <w:r w:rsidRPr="005D6506">
                      <w:t>74321 Bietigheim-Bissingen</w:t>
                    </w:r>
                  </w:p>
                  <w:p w:rsidR="000148A8" w:rsidRPr="005D6506" w:rsidRDefault="000148A8" w:rsidP="000148A8">
                    <w:pPr>
                      <w:pStyle w:val="Kontaktdaten"/>
                    </w:pPr>
                  </w:p>
                  <w:p w:rsidR="000148A8" w:rsidRPr="005D6506" w:rsidRDefault="000148A8" w:rsidP="000148A8">
                    <w:pPr>
                      <w:pStyle w:val="Kontaktdaten"/>
                    </w:pPr>
                    <w:r w:rsidRPr="005D6506">
                      <w:t xml:space="preserve">Tel.: +49 7142 78-0 </w:t>
                    </w:r>
                  </w:p>
                  <w:p w:rsidR="000148A8" w:rsidRPr="005D6506" w:rsidRDefault="000148A8" w:rsidP="000148A8">
                    <w:pPr>
                      <w:pStyle w:val="Kontaktdaten"/>
                    </w:pPr>
                    <w:r w:rsidRPr="005D6506">
                      <w:t xml:space="preserve">Fax: +49 7142 78-2107 </w:t>
                    </w:r>
                  </w:p>
                  <w:p w:rsidR="000148A8" w:rsidRPr="005D6506" w:rsidRDefault="000148A8" w:rsidP="000148A8">
                    <w:pPr>
                      <w:pStyle w:val="Kontaktdaten"/>
                    </w:pPr>
                    <w:r w:rsidRPr="005D6506">
                      <w:t xml:space="preserve">info@durr.com </w:t>
                    </w:r>
                  </w:p>
                  <w:p w:rsidR="000148A8" w:rsidRPr="005D6506" w:rsidRDefault="000148A8" w:rsidP="000148A8">
                    <w:pPr>
                      <w:pStyle w:val="Kontaktdaten"/>
                    </w:pPr>
                    <w:r w:rsidRPr="005D6506">
                      <w:t>www.durr.com</w:t>
                    </w:r>
                  </w:p>
                </w:txbxContent>
              </v:textbox>
              <w10:wrap anchorx="page" anchory="page"/>
            </v:shape>
          </w:pict>
        </mc:Fallback>
      </mc:AlternateContent>
    </w:r>
    <w:r>
      <w:rPr>
        <w:noProof/>
        <w:lang w:eastAsia="de-DE"/>
      </w:rPr>
      <w:drawing>
        <wp:anchor distT="0" distB="0" distL="114300" distR="114300" simplePos="0" relativeHeight="251681792" behindDoc="0" locked="0" layoutInCell="1" allowOverlap="1" wp14:anchorId="6636458A" wp14:editId="4B16AC87">
          <wp:simplePos x="0" y="0"/>
          <wp:positionH relativeFrom="page">
            <wp:posOffset>6046470</wp:posOffset>
          </wp:positionH>
          <wp:positionV relativeFrom="page">
            <wp:posOffset>9898380</wp:posOffset>
          </wp:positionV>
          <wp:extent cx="1100455" cy="355600"/>
          <wp:effectExtent l="0" t="0" r="0" b="0"/>
          <wp:wrapNone/>
          <wp:docPr id="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100455" cy="35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6"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4"/>
  </w:num>
  <w:num w:numId="3">
    <w:abstractNumId w:val="4"/>
  </w:num>
  <w:num w:numId="4">
    <w:abstractNumId w:val="7"/>
  </w:num>
  <w:num w:numId="5">
    <w:abstractNumId w:val="11"/>
  </w:num>
  <w:num w:numId="6">
    <w:abstractNumId w:val="1"/>
  </w:num>
  <w:num w:numId="7">
    <w:abstractNumId w:val="16"/>
  </w:num>
  <w:num w:numId="8">
    <w:abstractNumId w:val="6"/>
  </w:num>
  <w:num w:numId="9">
    <w:abstractNumId w:val="15"/>
  </w:num>
  <w:num w:numId="10">
    <w:abstractNumId w:val="5"/>
  </w:num>
  <w:num w:numId="11">
    <w:abstractNumId w:val="0"/>
  </w:num>
  <w:num w:numId="12">
    <w:abstractNumId w:val="3"/>
  </w:num>
  <w:num w:numId="13">
    <w:abstractNumId w:val="8"/>
  </w:num>
  <w:num w:numId="14">
    <w:abstractNumId w:val="10"/>
  </w:num>
  <w:num w:numId="15">
    <w:abstractNumId w:val="13"/>
  </w:num>
  <w:num w:numId="16">
    <w:abstractNumId w:val="12"/>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6CB2"/>
    <w:rsid w:val="000042E4"/>
    <w:rsid w:val="00004D92"/>
    <w:rsid w:val="00005AF4"/>
    <w:rsid w:val="0001039C"/>
    <w:rsid w:val="000137F9"/>
    <w:rsid w:val="00013B23"/>
    <w:rsid w:val="000148A8"/>
    <w:rsid w:val="00015F92"/>
    <w:rsid w:val="0002273A"/>
    <w:rsid w:val="00026B8C"/>
    <w:rsid w:val="00030020"/>
    <w:rsid w:val="00030C1A"/>
    <w:rsid w:val="0003543C"/>
    <w:rsid w:val="00036336"/>
    <w:rsid w:val="00037BB3"/>
    <w:rsid w:val="00037FF7"/>
    <w:rsid w:val="00040FEA"/>
    <w:rsid w:val="0004140A"/>
    <w:rsid w:val="000436AB"/>
    <w:rsid w:val="000557D8"/>
    <w:rsid w:val="00061515"/>
    <w:rsid w:val="00062BC6"/>
    <w:rsid w:val="00062C8E"/>
    <w:rsid w:val="00064547"/>
    <w:rsid w:val="0006654A"/>
    <w:rsid w:val="000667BB"/>
    <w:rsid w:val="000679B5"/>
    <w:rsid w:val="00067A27"/>
    <w:rsid w:val="00073211"/>
    <w:rsid w:val="000750E4"/>
    <w:rsid w:val="00077087"/>
    <w:rsid w:val="000830E8"/>
    <w:rsid w:val="00090C8B"/>
    <w:rsid w:val="00095F60"/>
    <w:rsid w:val="00097770"/>
    <w:rsid w:val="00097924"/>
    <w:rsid w:val="000A0BBC"/>
    <w:rsid w:val="000A6420"/>
    <w:rsid w:val="000A779F"/>
    <w:rsid w:val="000A799A"/>
    <w:rsid w:val="000B122D"/>
    <w:rsid w:val="000B17AC"/>
    <w:rsid w:val="000B6E58"/>
    <w:rsid w:val="000C009A"/>
    <w:rsid w:val="000C2A85"/>
    <w:rsid w:val="000C3AF3"/>
    <w:rsid w:val="000C74C8"/>
    <w:rsid w:val="000D1867"/>
    <w:rsid w:val="000D4047"/>
    <w:rsid w:val="000E1570"/>
    <w:rsid w:val="000F1B6F"/>
    <w:rsid w:val="000F215E"/>
    <w:rsid w:val="000F52E1"/>
    <w:rsid w:val="000F599A"/>
    <w:rsid w:val="00100C0C"/>
    <w:rsid w:val="0010134F"/>
    <w:rsid w:val="00102066"/>
    <w:rsid w:val="00103EE3"/>
    <w:rsid w:val="001052E0"/>
    <w:rsid w:val="001076E4"/>
    <w:rsid w:val="00112DF3"/>
    <w:rsid w:val="00114E74"/>
    <w:rsid w:val="00115190"/>
    <w:rsid w:val="001167D1"/>
    <w:rsid w:val="00116F3F"/>
    <w:rsid w:val="00116F84"/>
    <w:rsid w:val="00117904"/>
    <w:rsid w:val="00117C7F"/>
    <w:rsid w:val="00124E6A"/>
    <w:rsid w:val="00135319"/>
    <w:rsid w:val="00142FDB"/>
    <w:rsid w:val="001440F5"/>
    <w:rsid w:val="00147965"/>
    <w:rsid w:val="0015096A"/>
    <w:rsid w:val="00151506"/>
    <w:rsid w:val="00156161"/>
    <w:rsid w:val="0016271C"/>
    <w:rsid w:val="00162EEF"/>
    <w:rsid w:val="0016325F"/>
    <w:rsid w:val="00163B9D"/>
    <w:rsid w:val="00176D8A"/>
    <w:rsid w:val="00180D0F"/>
    <w:rsid w:val="001877A6"/>
    <w:rsid w:val="001935AE"/>
    <w:rsid w:val="00194AC6"/>
    <w:rsid w:val="00197009"/>
    <w:rsid w:val="001A297C"/>
    <w:rsid w:val="001A5B15"/>
    <w:rsid w:val="001A65EE"/>
    <w:rsid w:val="001C0A26"/>
    <w:rsid w:val="001C0A39"/>
    <w:rsid w:val="001C5EB3"/>
    <w:rsid w:val="001D0887"/>
    <w:rsid w:val="001D0F2E"/>
    <w:rsid w:val="001D5A54"/>
    <w:rsid w:val="001D697E"/>
    <w:rsid w:val="001D776F"/>
    <w:rsid w:val="001F3730"/>
    <w:rsid w:val="001F6276"/>
    <w:rsid w:val="001F7E95"/>
    <w:rsid w:val="0020322F"/>
    <w:rsid w:val="00205B62"/>
    <w:rsid w:val="0020631B"/>
    <w:rsid w:val="00206375"/>
    <w:rsid w:val="002118EB"/>
    <w:rsid w:val="00216BD0"/>
    <w:rsid w:val="00216FC6"/>
    <w:rsid w:val="002176DB"/>
    <w:rsid w:val="00226865"/>
    <w:rsid w:val="00231A54"/>
    <w:rsid w:val="0023563A"/>
    <w:rsid w:val="00243F9B"/>
    <w:rsid w:val="00252189"/>
    <w:rsid w:val="0025441C"/>
    <w:rsid w:val="0026127D"/>
    <w:rsid w:val="002655A1"/>
    <w:rsid w:val="002714A1"/>
    <w:rsid w:val="002717A8"/>
    <w:rsid w:val="00275350"/>
    <w:rsid w:val="00280819"/>
    <w:rsid w:val="00282680"/>
    <w:rsid w:val="00284C18"/>
    <w:rsid w:val="00292501"/>
    <w:rsid w:val="00294020"/>
    <w:rsid w:val="00294B59"/>
    <w:rsid w:val="00296AD3"/>
    <w:rsid w:val="002A1286"/>
    <w:rsid w:val="002A12C8"/>
    <w:rsid w:val="002A1717"/>
    <w:rsid w:val="002A172B"/>
    <w:rsid w:val="002A49F2"/>
    <w:rsid w:val="002A5671"/>
    <w:rsid w:val="002A5D25"/>
    <w:rsid w:val="002A639F"/>
    <w:rsid w:val="002B06E7"/>
    <w:rsid w:val="002B18CE"/>
    <w:rsid w:val="002B71FB"/>
    <w:rsid w:val="002C00EB"/>
    <w:rsid w:val="002C0163"/>
    <w:rsid w:val="002C5677"/>
    <w:rsid w:val="002D0F47"/>
    <w:rsid w:val="002D2E6A"/>
    <w:rsid w:val="002D33B7"/>
    <w:rsid w:val="002D4939"/>
    <w:rsid w:val="002D506A"/>
    <w:rsid w:val="002D60E0"/>
    <w:rsid w:val="002D7EB6"/>
    <w:rsid w:val="002E2125"/>
    <w:rsid w:val="002F6B94"/>
    <w:rsid w:val="002F6BF1"/>
    <w:rsid w:val="002F7140"/>
    <w:rsid w:val="0030067C"/>
    <w:rsid w:val="00302DB1"/>
    <w:rsid w:val="003035A6"/>
    <w:rsid w:val="00330683"/>
    <w:rsid w:val="00333CF4"/>
    <w:rsid w:val="00335617"/>
    <w:rsid w:val="0033769D"/>
    <w:rsid w:val="00344BA5"/>
    <w:rsid w:val="00345773"/>
    <w:rsid w:val="003473D1"/>
    <w:rsid w:val="00351665"/>
    <w:rsid w:val="00351AF4"/>
    <w:rsid w:val="00352E30"/>
    <w:rsid w:val="00354C04"/>
    <w:rsid w:val="00356188"/>
    <w:rsid w:val="00357644"/>
    <w:rsid w:val="00360089"/>
    <w:rsid w:val="0036088A"/>
    <w:rsid w:val="0036125D"/>
    <w:rsid w:val="00362153"/>
    <w:rsid w:val="00362739"/>
    <w:rsid w:val="00366A8E"/>
    <w:rsid w:val="00373E56"/>
    <w:rsid w:val="00375576"/>
    <w:rsid w:val="00375D1A"/>
    <w:rsid w:val="003849ED"/>
    <w:rsid w:val="0039367F"/>
    <w:rsid w:val="00395574"/>
    <w:rsid w:val="0039654F"/>
    <w:rsid w:val="003A046C"/>
    <w:rsid w:val="003A2989"/>
    <w:rsid w:val="003A692D"/>
    <w:rsid w:val="003B0692"/>
    <w:rsid w:val="003B160B"/>
    <w:rsid w:val="003B1684"/>
    <w:rsid w:val="003C492A"/>
    <w:rsid w:val="003C60F4"/>
    <w:rsid w:val="003D50EB"/>
    <w:rsid w:val="003D770A"/>
    <w:rsid w:val="003E06FE"/>
    <w:rsid w:val="003E5B52"/>
    <w:rsid w:val="003E738F"/>
    <w:rsid w:val="003E7CF8"/>
    <w:rsid w:val="003F0CD8"/>
    <w:rsid w:val="003F1873"/>
    <w:rsid w:val="00402949"/>
    <w:rsid w:val="00402AD2"/>
    <w:rsid w:val="0040381F"/>
    <w:rsid w:val="00404174"/>
    <w:rsid w:val="0040784F"/>
    <w:rsid w:val="00407CD3"/>
    <w:rsid w:val="00424A3C"/>
    <w:rsid w:val="004332CC"/>
    <w:rsid w:val="0043346C"/>
    <w:rsid w:val="004370EF"/>
    <w:rsid w:val="004400ED"/>
    <w:rsid w:val="004404FF"/>
    <w:rsid w:val="004427AF"/>
    <w:rsid w:val="00450174"/>
    <w:rsid w:val="00450D7A"/>
    <w:rsid w:val="00451CA7"/>
    <w:rsid w:val="004535D9"/>
    <w:rsid w:val="00455402"/>
    <w:rsid w:val="00456256"/>
    <w:rsid w:val="004606AC"/>
    <w:rsid w:val="0046201D"/>
    <w:rsid w:val="00462DDC"/>
    <w:rsid w:val="004667BA"/>
    <w:rsid w:val="00466954"/>
    <w:rsid w:val="00467800"/>
    <w:rsid w:val="00470EFD"/>
    <w:rsid w:val="00473AEC"/>
    <w:rsid w:val="00476060"/>
    <w:rsid w:val="004762B9"/>
    <w:rsid w:val="0047652B"/>
    <w:rsid w:val="00476746"/>
    <w:rsid w:val="00477801"/>
    <w:rsid w:val="00486F5D"/>
    <w:rsid w:val="00494EE7"/>
    <w:rsid w:val="004A3A5F"/>
    <w:rsid w:val="004B2109"/>
    <w:rsid w:val="004B3D7E"/>
    <w:rsid w:val="004C6EBC"/>
    <w:rsid w:val="004D1D0E"/>
    <w:rsid w:val="004D3165"/>
    <w:rsid w:val="004D7B9E"/>
    <w:rsid w:val="004E0D94"/>
    <w:rsid w:val="004E127B"/>
    <w:rsid w:val="004E2175"/>
    <w:rsid w:val="004E3872"/>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FF5"/>
    <w:rsid w:val="00511067"/>
    <w:rsid w:val="00513534"/>
    <w:rsid w:val="0051492B"/>
    <w:rsid w:val="00515153"/>
    <w:rsid w:val="00517E66"/>
    <w:rsid w:val="00520BFA"/>
    <w:rsid w:val="00521429"/>
    <w:rsid w:val="005218C8"/>
    <w:rsid w:val="00521CF5"/>
    <w:rsid w:val="00521FD5"/>
    <w:rsid w:val="00524BE9"/>
    <w:rsid w:val="0053448B"/>
    <w:rsid w:val="00534C1A"/>
    <w:rsid w:val="005365B4"/>
    <w:rsid w:val="0054450D"/>
    <w:rsid w:val="00554864"/>
    <w:rsid w:val="00555999"/>
    <w:rsid w:val="00555E2A"/>
    <w:rsid w:val="00564109"/>
    <w:rsid w:val="005673B5"/>
    <w:rsid w:val="005674E8"/>
    <w:rsid w:val="005755BD"/>
    <w:rsid w:val="00580070"/>
    <w:rsid w:val="00581C8C"/>
    <w:rsid w:val="005837F9"/>
    <w:rsid w:val="00584007"/>
    <w:rsid w:val="00584B9D"/>
    <w:rsid w:val="00587179"/>
    <w:rsid w:val="005913CF"/>
    <w:rsid w:val="00591CEB"/>
    <w:rsid w:val="00592D83"/>
    <w:rsid w:val="00593AA7"/>
    <w:rsid w:val="00594B29"/>
    <w:rsid w:val="00597F78"/>
    <w:rsid w:val="005A1C80"/>
    <w:rsid w:val="005B01C4"/>
    <w:rsid w:val="005B184A"/>
    <w:rsid w:val="005B19FD"/>
    <w:rsid w:val="005B34DA"/>
    <w:rsid w:val="005B3CCD"/>
    <w:rsid w:val="005B5322"/>
    <w:rsid w:val="005C13A1"/>
    <w:rsid w:val="005D1745"/>
    <w:rsid w:val="005D1F94"/>
    <w:rsid w:val="005D3A5C"/>
    <w:rsid w:val="005D5830"/>
    <w:rsid w:val="005D5940"/>
    <w:rsid w:val="005D5A38"/>
    <w:rsid w:val="005D5CD4"/>
    <w:rsid w:val="005D6A17"/>
    <w:rsid w:val="005E041B"/>
    <w:rsid w:val="005E200B"/>
    <w:rsid w:val="005F010B"/>
    <w:rsid w:val="005F182E"/>
    <w:rsid w:val="005F4FBF"/>
    <w:rsid w:val="005F7CEF"/>
    <w:rsid w:val="00602E06"/>
    <w:rsid w:val="006074EB"/>
    <w:rsid w:val="0060792D"/>
    <w:rsid w:val="006117A1"/>
    <w:rsid w:val="00614890"/>
    <w:rsid w:val="00615ED0"/>
    <w:rsid w:val="00617EA4"/>
    <w:rsid w:val="00626A28"/>
    <w:rsid w:val="006311E0"/>
    <w:rsid w:val="00632F11"/>
    <w:rsid w:val="00635ABF"/>
    <w:rsid w:val="006401F7"/>
    <w:rsid w:val="00641F88"/>
    <w:rsid w:val="006438A8"/>
    <w:rsid w:val="00643A04"/>
    <w:rsid w:val="0064408D"/>
    <w:rsid w:val="006449CA"/>
    <w:rsid w:val="00645074"/>
    <w:rsid w:val="00664318"/>
    <w:rsid w:val="0066573F"/>
    <w:rsid w:val="006673F5"/>
    <w:rsid w:val="00670E84"/>
    <w:rsid w:val="00674DB7"/>
    <w:rsid w:val="0068106C"/>
    <w:rsid w:val="00681ECE"/>
    <w:rsid w:val="00683E9E"/>
    <w:rsid w:val="0068636E"/>
    <w:rsid w:val="00691B0A"/>
    <w:rsid w:val="00691F9E"/>
    <w:rsid w:val="00695F99"/>
    <w:rsid w:val="006A5A75"/>
    <w:rsid w:val="006A6348"/>
    <w:rsid w:val="006A688E"/>
    <w:rsid w:val="006B592D"/>
    <w:rsid w:val="006B6DD8"/>
    <w:rsid w:val="006C2364"/>
    <w:rsid w:val="006C2A31"/>
    <w:rsid w:val="006C38E6"/>
    <w:rsid w:val="006C3AA3"/>
    <w:rsid w:val="006C50E1"/>
    <w:rsid w:val="006C6111"/>
    <w:rsid w:val="006D6C1A"/>
    <w:rsid w:val="006D7F10"/>
    <w:rsid w:val="006E2573"/>
    <w:rsid w:val="006E5C09"/>
    <w:rsid w:val="006E7FBA"/>
    <w:rsid w:val="006F0473"/>
    <w:rsid w:val="006F2DE4"/>
    <w:rsid w:val="006F4577"/>
    <w:rsid w:val="006F4C75"/>
    <w:rsid w:val="006F66DA"/>
    <w:rsid w:val="006F6A7A"/>
    <w:rsid w:val="006F77C7"/>
    <w:rsid w:val="00705074"/>
    <w:rsid w:val="007065A6"/>
    <w:rsid w:val="00710899"/>
    <w:rsid w:val="00712070"/>
    <w:rsid w:val="007125A4"/>
    <w:rsid w:val="00713E2E"/>
    <w:rsid w:val="00716622"/>
    <w:rsid w:val="00720139"/>
    <w:rsid w:val="007238F1"/>
    <w:rsid w:val="00723DE6"/>
    <w:rsid w:val="00724249"/>
    <w:rsid w:val="00726540"/>
    <w:rsid w:val="00726A89"/>
    <w:rsid w:val="00726BFA"/>
    <w:rsid w:val="00727E16"/>
    <w:rsid w:val="00734321"/>
    <w:rsid w:val="00736291"/>
    <w:rsid w:val="00744943"/>
    <w:rsid w:val="00753908"/>
    <w:rsid w:val="00754739"/>
    <w:rsid w:val="00755FC1"/>
    <w:rsid w:val="007579FC"/>
    <w:rsid w:val="00762C5B"/>
    <w:rsid w:val="00771469"/>
    <w:rsid w:val="00772BCD"/>
    <w:rsid w:val="00773BF3"/>
    <w:rsid w:val="00775358"/>
    <w:rsid w:val="007769A8"/>
    <w:rsid w:val="0078405F"/>
    <w:rsid w:val="0078480F"/>
    <w:rsid w:val="00786C56"/>
    <w:rsid w:val="00794234"/>
    <w:rsid w:val="007A0268"/>
    <w:rsid w:val="007A7F56"/>
    <w:rsid w:val="007C0C38"/>
    <w:rsid w:val="007C1F06"/>
    <w:rsid w:val="007C1FA4"/>
    <w:rsid w:val="007C4752"/>
    <w:rsid w:val="007C6FA7"/>
    <w:rsid w:val="007C726C"/>
    <w:rsid w:val="007C7E8E"/>
    <w:rsid w:val="007D1C32"/>
    <w:rsid w:val="007D220B"/>
    <w:rsid w:val="007D439C"/>
    <w:rsid w:val="007D49EB"/>
    <w:rsid w:val="007D5E15"/>
    <w:rsid w:val="007E1C18"/>
    <w:rsid w:val="007E4D9A"/>
    <w:rsid w:val="007E54C0"/>
    <w:rsid w:val="007F402B"/>
    <w:rsid w:val="007F4972"/>
    <w:rsid w:val="007F4CF1"/>
    <w:rsid w:val="007F770C"/>
    <w:rsid w:val="00800B39"/>
    <w:rsid w:val="00814018"/>
    <w:rsid w:val="00814940"/>
    <w:rsid w:val="00816302"/>
    <w:rsid w:val="00817EDB"/>
    <w:rsid w:val="00821292"/>
    <w:rsid w:val="00825029"/>
    <w:rsid w:val="00826567"/>
    <w:rsid w:val="00826C30"/>
    <w:rsid w:val="00827948"/>
    <w:rsid w:val="00834D0F"/>
    <w:rsid w:val="0084627F"/>
    <w:rsid w:val="0085354B"/>
    <w:rsid w:val="0085432F"/>
    <w:rsid w:val="00857E8E"/>
    <w:rsid w:val="008649EE"/>
    <w:rsid w:val="00866CA8"/>
    <w:rsid w:val="00873697"/>
    <w:rsid w:val="00874C03"/>
    <w:rsid w:val="008761F6"/>
    <w:rsid w:val="00876DD1"/>
    <w:rsid w:val="008856CC"/>
    <w:rsid w:val="0088695A"/>
    <w:rsid w:val="00890887"/>
    <w:rsid w:val="00890E39"/>
    <w:rsid w:val="00891292"/>
    <w:rsid w:val="00894418"/>
    <w:rsid w:val="00897E2C"/>
    <w:rsid w:val="008A2326"/>
    <w:rsid w:val="008A5BF3"/>
    <w:rsid w:val="008A6CEC"/>
    <w:rsid w:val="008A70B7"/>
    <w:rsid w:val="008B0BF6"/>
    <w:rsid w:val="008B0D22"/>
    <w:rsid w:val="008B0E2E"/>
    <w:rsid w:val="008B30DE"/>
    <w:rsid w:val="008B50B9"/>
    <w:rsid w:val="008B59FF"/>
    <w:rsid w:val="008C343A"/>
    <w:rsid w:val="008C4110"/>
    <w:rsid w:val="008C5157"/>
    <w:rsid w:val="008C7F2C"/>
    <w:rsid w:val="008D0426"/>
    <w:rsid w:val="008D67AF"/>
    <w:rsid w:val="008D7BC0"/>
    <w:rsid w:val="008E5F87"/>
    <w:rsid w:val="008E7656"/>
    <w:rsid w:val="008E777A"/>
    <w:rsid w:val="008F4796"/>
    <w:rsid w:val="008F5E48"/>
    <w:rsid w:val="00901D5D"/>
    <w:rsid w:val="00902358"/>
    <w:rsid w:val="00905B45"/>
    <w:rsid w:val="00915251"/>
    <w:rsid w:val="009163C0"/>
    <w:rsid w:val="00921CF1"/>
    <w:rsid w:val="00924CB3"/>
    <w:rsid w:val="0092544D"/>
    <w:rsid w:val="00925F7D"/>
    <w:rsid w:val="00931A39"/>
    <w:rsid w:val="0093254F"/>
    <w:rsid w:val="00933393"/>
    <w:rsid w:val="00933B86"/>
    <w:rsid w:val="00940128"/>
    <w:rsid w:val="00944105"/>
    <w:rsid w:val="00944A84"/>
    <w:rsid w:val="009527FF"/>
    <w:rsid w:val="009547D1"/>
    <w:rsid w:val="009633E0"/>
    <w:rsid w:val="00965F78"/>
    <w:rsid w:val="00967AD9"/>
    <w:rsid w:val="00972120"/>
    <w:rsid w:val="00972EBA"/>
    <w:rsid w:val="00974ACB"/>
    <w:rsid w:val="00976EEA"/>
    <w:rsid w:val="00980499"/>
    <w:rsid w:val="009863DF"/>
    <w:rsid w:val="00991E0E"/>
    <w:rsid w:val="009959BC"/>
    <w:rsid w:val="009A306C"/>
    <w:rsid w:val="009A351B"/>
    <w:rsid w:val="009A454E"/>
    <w:rsid w:val="009A4CB5"/>
    <w:rsid w:val="009A7B8B"/>
    <w:rsid w:val="009B2D9D"/>
    <w:rsid w:val="009B5337"/>
    <w:rsid w:val="009C0868"/>
    <w:rsid w:val="009C1F30"/>
    <w:rsid w:val="009C3C81"/>
    <w:rsid w:val="009D0715"/>
    <w:rsid w:val="009D2DBA"/>
    <w:rsid w:val="009D62BE"/>
    <w:rsid w:val="009E4826"/>
    <w:rsid w:val="009E664B"/>
    <w:rsid w:val="009F18FC"/>
    <w:rsid w:val="009F21D0"/>
    <w:rsid w:val="009F252D"/>
    <w:rsid w:val="009F5FB8"/>
    <w:rsid w:val="009F6743"/>
    <w:rsid w:val="00A00F8D"/>
    <w:rsid w:val="00A03D1A"/>
    <w:rsid w:val="00A050D1"/>
    <w:rsid w:val="00A06101"/>
    <w:rsid w:val="00A16BD5"/>
    <w:rsid w:val="00A1711B"/>
    <w:rsid w:val="00A21AB0"/>
    <w:rsid w:val="00A2544A"/>
    <w:rsid w:val="00A27EFC"/>
    <w:rsid w:val="00A31DB8"/>
    <w:rsid w:val="00A36FE0"/>
    <w:rsid w:val="00A40E17"/>
    <w:rsid w:val="00A46F54"/>
    <w:rsid w:val="00A53323"/>
    <w:rsid w:val="00A562F7"/>
    <w:rsid w:val="00A5700C"/>
    <w:rsid w:val="00A57063"/>
    <w:rsid w:val="00A624FA"/>
    <w:rsid w:val="00A65AE5"/>
    <w:rsid w:val="00A70A5F"/>
    <w:rsid w:val="00A81731"/>
    <w:rsid w:val="00A82F57"/>
    <w:rsid w:val="00A873A1"/>
    <w:rsid w:val="00A9208D"/>
    <w:rsid w:val="00A93B09"/>
    <w:rsid w:val="00A962D0"/>
    <w:rsid w:val="00A976CC"/>
    <w:rsid w:val="00A97E72"/>
    <w:rsid w:val="00AA2EC0"/>
    <w:rsid w:val="00AA4D33"/>
    <w:rsid w:val="00AB1B65"/>
    <w:rsid w:val="00AB384A"/>
    <w:rsid w:val="00AB5C73"/>
    <w:rsid w:val="00AB6134"/>
    <w:rsid w:val="00AB7342"/>
    <w:rsid w:val="00AC0C0A"/>
    <w:rsid w:val="00AC1795"/>
    <w:rsid w:val="00AC25D2"/>
    <w:rsid w:val="00AC4932"/>
    <w:rsid w:val="00AC6378"/>
    <w:rsid w:val="00AD3753"/>
    <w:rsid w:val="00AD7E8E"/>
    <w:rsid w:val="00AE0CC8"/>
    <w:rsid w:val="00AE447F"/>
    <w:rsid w:val="00AE5481"/>
    <w:rsid w:val="00AE5695"/>
    <w:rsid w:val="00AF13BD"/>
    <w:rsid w:val="00AF4F8B"/>
    <w:rsid w:val="00AF50E0"/>
    <w:rsid w:val="00AF5371"/>
    <w:rsid w:val="00B030B8"/>
    <w:rsid w:val="00B117C4"/>
    <w:rsid w:val="00B143FE"/>
    <w:rsid w:val="00B14642"/>
    <w:rsid w:val="00B17605"/>
    <w:rsid w:val="00B20920"/>
    <w:rsid w:val="00B25F7B"/>
    <w:rsid w:val="00B27FCB"/>
    <w:rsid w:val="00B33267"/>
    <w:rsid w:val="00B332C3"/>
    <w:rsid w:val="00B34292"/>
    <w:rsid w:val="00B34A9F"/>
    <w:rsid w:val="00B34C62"/>
    <w:rsid w:val="00B35EAA"/>
    <w:rsid w:val="00B361C2"/>
    <w:rsid w:val="00B37658"/>
    <w:rsid w:val="00B432AF"/>
    <w:rsid w:val="00B45242"/>
    <w:rsid w:val="00B52C33"/>
    <w:rsid w:val="00B57C05"/>
    <w:rsid w:val="00B60D1B"/>
    <w:rsid w:val="00B61893"/>
    <w:rsid w:val="00B639BB"/>
    <w:rsid w:val="00B63B39"/>
    <w:rsid w:val="00B67227"/>
    <w:rsid w:val="00B67ADF"/>
    <w:rsid w:val="00B74EEC"/>
    <w:rsid w:val="00B75BE3"/>
    <w:rsid w:val="00B76AC4"/>
    <w:rsid w:val="00B779F2"/>
    <w:rsid w:val="00B77DFE"/>
    <w:rsid w:val="00B827AD"/>
    <w:rsid w:val="00B85361"/>
    <w:rsid w:val="00B90801"/>
    <w:rsid w:val="00B95A5D"/>
    <w:rsid w:val="00B965A1"/>
    <w:rsid w:val="00B966C9"/>
    <w:rsid w:val="00BA105F"/>
    <w:rsid w:val="00BA38A7"/>
    <w:rsid w:val="00BA49C1"/>
    <w:rsid w:val="00BB6D1A"/>
    <w:rsid w:val="00BC0CC5"/>
    <w:rsid w:val="00BC12DE"/>
    <w:rsid w:val="00BC159C"/>
    <w:rsid w:val="00BC6CB2"/>
    <w:rsid w:val="00BD1BE0"/>
    <w:rsid w:val="00BD1C30"/>
    <w:rsid w:val="00BD37F9"/>
    <w:rsid w:val="00BD410D"/>
    <w:rsid w:val="00BD6FDE"/>
    <w:rsid w:val="00BD7267"/>
    <w:rsid w:val="00BD7772"/>
    <w:rsid w:val="00BE2D16"/>
    <w:rsid w:val="00BE3832"/>
    <w:rsid w:val="00BE4FEB"/>
    <w:rsid w:val="00BF26AF"/>
    <w:rsid w:val="00BF5882"/>
    <w:rsid w:val="00BF62A8"/>
    <w:rsid w:val="00BF6615"/>
    <w:rsid w:val="00C10168"/>
    <w:rsid w:val="00C155DA"/>
    <w:rsid w:val="00C15C40"/>
    <w:rsid w:val="00C22B04"/>
    <w:rsid w:val="00C26C3B"/>
    <w:rsid w:val="00C30243"/>
    <w:rsid w:val="00C41149"/>
    <w:rsid w:val="00C4131C"/>
    <w:rsid w:val="00C416F6"/>
    <w:rsid w:val="00C41892"/>
    <w:rsid w:val="00C42C9D"/>
    <w:rsid w:val="00C4390B"/>
    <w:rsid w:val="00C4707B"/>
    <w:rsid w:val="00C51005"/>
    <w:rsid w:val="00C54CD4"/>
    <w:rsid w:val="00C5652E"/>
    <w:rsid w:val="00C62ACC"/>
    <w:rsid w:val="00C705CE"/>
    <w:rsid w:val="00C710E3"/>
    <w:rsid w:val="00C85B1A"/>
    <w:rsid w:val="00C877B9"/>
    <w:rsid w:val="00C915A2"/>
    <w:rsid w:val="00C956CF"/>
    <w:rsid w:val="00C963C9"/>
    <w:rsid w:val="00CA2C80"/>
    <w:rsid w:val="00CA59A1"/>
    <w:rsid w:val="00CB1E91"/>
    <w:rsid w:val="00CB725A"/>
    <w:rsid w:val="00CC49F4"/>
    <w:rsid w:val="00CD2BC2"/>
    <w:rsid w:val="00CD5D15"/>
    <w:rsid w:val="00CD6F05"/>
    <w:rsid w:val="00CE04CF"/>
    <w:rsid w:val="00CE68CF"/>
    <w:rsid w:val="00CE71C0"/>
    <w:rsid w:val="00CF25A9"/>
    <w:rsid w:val="00CF34DB"/>
    <w:rsid w:val="00CF5472"/>
    <w:rsid w:val="00D00FC4"/>
    <w:rsid w:val="00D04131"/>
    <w:rsid w:val="00D04A4C"/>
    <w:rsid w:val="00D0567D"/>
    <w:rsid w:val="00D06D68"/>
    <w:rsid w:val="00D1136F"/>
    <w:rsid w:val="00D16D90"/>
    <w:rsid w:val="00D24C4F"/>
    <w:rsid w:val="00D26132"/>
    <w:rsid w:val="00D2759C"/>
    <w:rsid w:val="00D34986"/>
    <w:rsid w:val="00D36FC5"/>
    <w:rsid w:val="00D4098D"/>
    <w:rsid w:val="00D44B55"/>
    <w:rsid w:val="00D4535E"/>
    <w:rsid w:val="00D45CE9"/>
    <w:rsid w:val="00D51AA6"/>
    <w:rsid w:val="00D65157"/>
    <w:rsid w:val="00D6698C"/>
    <w:rsid w:val="00D7185B"/>
    <w:rsid w:val="00D854A6"/>
    <w:rsid w:val="00D85B9B"/>
    <w:rsid w:val="00D861BB"/>
    <w:rsid w:val="00D86880"/>
    <w:rsid w:val="00D86DD5"/>
    <w:rsid w:val="00D9165E"/>
    <w:rsid w:val="00DB1452"/>
    <w:rsid w:val="00DB7103"/>
    <w:rsid w:val="00DB74F9"/>
    <w:rsid w:val="00DC2C62"/>
    <w:rsid w:val="00DC443F"/>
    <w:rsid w:val="00DC7857"/>
    <w:rsid w:val="00DD0BF1"/>
    <w:rsid w:val="00DD124F"/>
    <w:rsid w:val="00DD1673"/>
    <w:rsid w:val="00DD30AE"/>
    <w:rsid w:val="00DD5EA5"/>
    <w:rsid w:val="00DD64E3"/>
    <w:rsid w:val="00DD6B3F"/>
    <w:rsid w:val="00DD7101"/>
    <w:rsid w:val="00DE0E6D"/>
    <w:rsid w:val="00DE446F"/>
    <w:rsid w:val="00DE5FF1"/>
    <w:rsid w:val="00DE6965"/>
    <w:rsid w:val="00DE6E13"/>
    <w:rsid w:val="00DF17A5"/>
    <w:rsid w:val="00DF1A6E"/>
    <w:rsid w:val="00DF5A64"/>
    <w:rsid w:val="00DF6C27"/>
    <w:rsid w:val="00E0085E"/>
    <w:rsid w:val="00E00C76"/>
    <w:rsid w:val="00E06223"/>
    <w:rsid w:val="00E10E38"/>
    <w:rsid w:val="00E10ECE"/>
    <w:rsid w:val="00E11790"/>
    <w:rsid w:val="00E15015"/>
    <w:rsid w:val="00E153AC"/>
    <w:rsid w:val="00E1737D"/>
    <w:rsid w:val="00E17750"/>
    <w:rsid w:val="00E23A3C"/>
    <w:rsid w:val="00E24CD8"/>
    <w:rsid w:val="00E27430"/>
    <w:rsid w:val="00E4280B"/>
    <w:rsid w:val="00E42C3C"/>
    <w:rsid w:val="00E43141"/>
    <w:rsid w:val="00E43913"/>
    <w:rsid w:val="00E45906"/>
    <w:rsid w:val="00E465E8"/>
    <w:rsid w:val="00E5583D"/>
    <w:rsid w:val="00E55F88"/>
    <w:rsid w:val="00E56B97"/>
    <w:rsid w:val="00E6101F"/>
    <w:rsid w:val="00E61CEB"/>
    <w:rsid w:val="00E710F1"/>
    <w:rsid w:val="00E72AB0"/>
    <w:rsid w:val="00E746F0"/>
    <w:rsid w:val="00E74FCE"/>
    <w:rsid w:val="00E756EB"/>
    <w:rsid w:val="00E80572"/>
    <w:rsid w:val="00E8196D"/>
    <w:rsid w:val="00E81C19"/>
    <w:rsid w:val="00E84AA4"/>
    <w:rsid w:val="00E8737B"/>
    <w:rsid w:val="00E90C2A"/>
    <w:rsid w:val="00E90FEA"/>
    <w:rsid w:val="00E91128"/>
    <w:rsid w:val="00E95F59"/>
    <w:rsid w:val="00E96EF2"/>
    <w:rsid w:val="00E97C21"/>
    <w:rsid w:val="00EA3FC9"/>
    <w:rsid w:val="00EA448D"/>
    <w:rsid w:val="00EA7A96"/>
    <w:rsid w:val="00EB2996"/>
    <w:rsid w:val="00EB31BC"/>
    <w:rsid w:val="00EB575F"/>
    <w:rsid w:val="00EB5975"/>
    <w:rsid w:val="00EC149A"/>
    <w:rsid w:val="00EC4E78"/>
    <w:rsid w:val="00EC5CAB"/>
    <w:rsid w:val="00EC6F6F"/>
    <w:rsid w:val="00EC742B"/>
    <w:rsid w:val="00EC7DCA"/>
    <w:rsid w:val="00ED54C6"/>
    <w:rsid w:val="00ED6237"/>
    <w:rsid w:val="00EE01DA"/>
    <w:rsid w:val="00EE541C"/>
    <w:rsid w:val="00EE7406"/>
    <w:rsid w:val="00EE78B9"/>
    <w:rsid w:val="00EF213B"/>
    <w:rsid w:val="00EF25A9"/>
    <w:rsid w:val="00EF2B48"/>
    <w:rsid w:val="00EF2F57"/>
    <w:rsid w:val="00F0306A"/>
    <w:rsid w:val="00F03AFA"/>
    <w:rsid w:val="00F126BE"/>
    <w:rsid w:val="00F14B40"/>
    <w:rsid w:val="00F175B5"/>
    <w:rsid w:val="00F22E61"/>
    <w:rsid w:val="00F26205"/>
    <w:rsid w:val="00F26D41"/>
    <w:rsid w:val="00F35618"/>
    <w:rsid w:val="00F359EA"/>
    <w:rsid w:val="00F35DBA"/>
    <w:rsid w:val="00F42E35"/>
    <w:rsid w:val="00F43A83"/>
    <w:rsid w:val="00F43D07"/>
    <w:rsid w:val="00F44AB9"/>
    <w:rsid w:val="00F51AD6"/>
    <w:rsid w:val="00F51F2A"/>
    <w:rsid w:val="00F5300C"/>
    <w:rsid w:val="00F56988"/>
    <w:rsid w:val="00F56BB9"/>
    <w:rsid w:val="00F6135B"/>
    <w:rsid w:val="00F63B99"/>
    <w:rsid w:val="00F6489E"/>
    <w:rsid w:val="00F66A50"/>
    <w:rsid w:val="00F7077A"/>
    <w:rsid w:val="00F73F1D"/>
    <w:rsid w:val="00F8163B"/>
    <w:rsid w:val="00F830E4"/>
    <w:rsid w:val="00F90178"/>
    <w:rsid w:val="00F91A06"/>
    <w:rsid w:val="00FA026B"/>
    <w:rsid w:val="00FA2184"/>
    <w:rsid w:val="00FA4E42"/>
    <w:rsid w:val="00FA7889"/>
    <w:rsid w:val="00FB0B93"/>
    <w:rsid w:val="00FB3D58"/>
    <w:rsid w:val="00FB61FB"/>
    <w:rsid w:val="00FC10E5"/>
    <w:rsid w:val="00FC1B67"/>
    <w:rsid w:val="00FC272A"/>
    <w:rsid w:val="00FC78B8"/>
    <w:rsid w:val="00FD012F"/>
    <w:rsid w:val="00FD3226"/>
    <w:rsid w:val="00FD3F17"/>
    <w:rsid w:val="00FD3FEF"/>
    <w:rsid w:val="00FD7285"/>
    <w:rsid w:val="00FE1B1F"/>
    <w:rsid w:val="00FE2F7C"/>
    <w:rsid w:val="00FF0B20"/>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5729993F"/>
  <w14:defaultImageDpi w14:val="32767"/>
  <w15:docId w15:val="{1CB06B28-42D9-4AF2-AC86-66C8A2FD3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7">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NichtaufgelsteErwhnung">
    <w:name w:val="Unresolved Mention"/>
    <w:basedOn w:val="Absatz-Standardschriftart"/>
    <w:uiPriority w:val="99"/>
    <w:semiHidden/>
    <w:unhideWhenUsed/>
    <w:rsid w:val="009A4C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tacsoftware.com/e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unctum-pr.d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itacsoftware.com" TargetMode="External"/><Relationship Id="rId4" Type="http://schemas.openxmlformats.org/officeDocument/2006/relationships/settings" Target="settings.xml"/><Relationship Id="rId9" Type="http://schemas.openxmlformats.org/officeDocument/2006/relationships/image" Target="media/image1.jp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P:\Marketing\02_public\corporate_identity\iTAC_Vorlagen-Templates\iTAC-CI19EN_Press_Release.dotx" TargetMode="External"/></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8D566F-E24C-40C8-AD5F-459EC6B85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iTAC-CI19EN_Press_Release</Template>
  <TotalTime>0</TotalTime>
  <Pages>4</Pages>
  <Words>597</Words>
  <Characters>4319</Characters>
  <Application>Microsoft Office Word</Application>
  <DocSecurity>0</DocSecurity>
  <Lines>93</Lines>
  <Paragraphs>31</Paragraphs>
  <ScaleCrop>false</ScaleCrop>
  <HeadingPairs>
    <vt:vector size="2" baseType="variant">
      <vt:variant>
        <vt:lpstr>Titel</vt:lpstr>
      </vt:variant>
      <vt:variant>
        <vt:i4>1</vt:i4>
      </vt:variant>
    </vt:vector>
  </HeadingPairs>
  <TitlesOfParts>
    <vt:vector size="1" baseType="lpstr">
      <vt:lpstr>iTAC CI Press</vt:lpstr>
    </vt:vector>
  </TitlesOfParts>
  <Company>iTAC Software AG</Company>
  <LinksUpToDate>false</LinksUpToDate>
  <CharactersWithSpaces>4885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iTAC.MES.Suite includes enhanced APS service for detailed production planning</dc:title>
  <dc:subject>iTAC.MES.Suite includes enhanced APS service for detailed production planning</dc:subject>
  <dc:creator>Natalie Wick</dc:creator>
  <cp:keywords>iTAC, MES, Software, IoT, IIoT, Manufacturing, Maintenance, APS, Planning</cp:keywords>
  <dc:description/>
  <cp:lastModifiedBy>Natalie Wick</cp:lastModifiedBy>
  <cp:revision>6</cp:revision>
  <cp:lastPrinted>2019-05-29T11:27:00Z</cp:lastPrinted>
  <dcterms:created xsi:type="dcterms:W3CDTF">2019-09-17T09:20:00Z</dcterms:created>
  <dcterms:modified xsi:type="dcterms:W3CDTF">2019-09-17T14:44:00Z</dcterms:modified>
</cp:coreProperties>
</file>